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98"/>
        <w:gridCol w:w="2297"/>
        <w:gridCol w:w="5803"/>
      </w:tblGrid>
      <w:tr w:rsidR="00757AC7" w:rsidRPr="00B0544D" w14:paraId="72E95344" w14:textId="77777777" w:rsidTr="002D721C">
        <w:tc>
          <w:tcPr>
            <w:tcW w:w="1398" w:type="dxa"/>
          </w:tcPr>
          <w:p w14:paraId="102FA043" w14:textId="77777777" w:rsidR="00757AC7" w:rsidRPr="004B01AD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4B01AD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297" w:type="dxa"/>
          </w:tcPr>
          <w:p w14:paraId="0E23DC3F" w14:textId="77777777" w:rsidR="00757AC7" w:rsidRPr="004B01AD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4B01AD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5803" w:type="dxa"/>
          </w:tcPr>
          <w:p w14:paraId="10C50F51" w14:textId="77777777" w:rsidR="00757AC7" w:rsidRPr="004B01AD" w:rsidRDefault="00757AC7" w:rsidP="00353F0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4B01AD" w14:paraId="1F8CD6FA" w14:textId="77777777" w:rsidTr="004B01AD">
        <w:tc>
          <w:tcPr>
            <w:tcW w:w="1398" w:type="dxa"/>
          </w:tcPr>
          <w:p w14:paraId="7C2C446C" w14:textId="77777777" w:rsidR="004B01AD" w:rsidRPr="004B01AD" w:rsidRDefault="004B01AD" w:rsidP="004B01A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07524111</w:t>
            </w:r>
          </w:p>
        </w:tc>
        <w:tc>
          <w:tcPr>
            <w:tcW w:w="2297" w:type="dxa"/>
          </w:tcPr>
          <w:p w14:paraId="4949D2A7" w14:textId="77777777" w:rsidR="004B01AD" w:rsidRPr="004B01AD" w:rsidRDefault="004B01AD" w:rsidP="004B01AD">
            <w:pPr>
              <w:jc w:val="center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Coppia di piedini fissaggio a parete</w:t>
            </w:r>
          </w:p>
          <w:p w14:paraId="30232E68" w14:textId="77777777" w:rsidR="004B01AD" w:rsidRPr="004B01AD" w:rsidRDefault="004B01AD" w:rsidP="004B01AD">
            <w:pPr>
              <w:jc w:val="center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CP2</w:t>
            </w:r>
          </w:p>
        </w:tc>
        <w:tc>
          <w:tcPr>
            <w:tcW w:w="5803" w:type="dxa"/>
          </w:tcPr>
          <w:p w14:paraId="50B8082C" w14:textId="77777777" w:rsidR="004B01AD" w:rsidRPr="004B01AD" w:rsidRDefault="004B01AD" w:rsidP="00353F0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Coppia di piedini per la mascheratura estetica delle tubazioni di collegamento idraulico provenienti dal pavimento.</w:t>
            </w:r>
          </w:p>
          <w:p w14:paraId="3F1E6942" w14:textId="77777777" w:rsidR="004B01AD" w:rsidRPr="004B01AD" w:rsidRDefault="004B01AD" w:rsidP="00353F0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Montaggio previsto con ventilconvettore fissato a parete.</w:t>
            </w:r>
          </w:p>
          <w:p w14:paraId="0CB8EAB0" w14:textId="77777777" w:rsidR="004B01AD" w:rsidRPr="004B01AD" w:rsidRDefault="004B01AD" w:rsidP="00353F0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Colore bianco RAL 9003.</w:t>
            </w:r>
          </w:p>
          <w:p w14:paraId="2D101005" w14:textId="77777777" w:rsidR="004B01AD" w:rsidRPr="004B01AD" w:rsidRDefault="004B01AD" w:rsidP="00353F0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5C435E7D" w14:textId="77777777" w:rsidR="004B01AD" w:rsidRPr="004B01AD" w:rsidRDefault="004B01AD" w:rsidP="00353F01">
            <w:pPr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353F01">
              <w:rPr>
                <w:rFonts w:ascii="Poppins" w:hAnsi="Poppins" w:cs="Poppins"/>
                <w:b/>
                <w:sz w:val="20"/>
              </w:rPr>
              <w:t>Emmeti</w:t>
            </w:r>
            <w:r w:rsidRPr="004B01AD">
              <w:rPr>
                <w:rFonts w:ascii="Poppins" w:hAnsi="Poppins" w:cs="Poppins"/>
                <w:b/>
                <w:sz w:val="20"/>
              </w:rPr>
              <w:t xml:space="preserve"> – Modello Coppia di piedini fissaggio a parete</w:t>
            </w:r>
            <w:r w:rsidR="00353F01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4B01AD">
              <w:rPr>
                <w:rFonts w:ascii="Poppins" w:hAnsi="Poppins" w:cs="Poppins"/>
                <w:b/>
                <w:sz w:val="20"/>
              </w:rPr>
              <w:t>CP2 o equivalente</w:t>
            </w:r>
            <w:r w:rsidR="00353F01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4B01AD" w14:paraId="28C231EA" w14:textId="77777777" w:rsidTr="004B01AD">
        <w:tc>
          <w:tcPr>
            <w:tcW w:w="1398" w:type="dxa"/>
          </w:tcPr>
          <w:p w14:paraId="791FE811" w14:textId="77777777" w:rsidR="004B01AD" w:rsidRPr="004B01AD" w:rsidRDefault="004B01AD" w:rsidP="004B01A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07524161</w:t>
            </w:r>
          </w:p>
        </w:tc>
        <w:tc>
          <w:tcPr>
            <w:tcW w:w="2297" w:type="dxa"/>
          </w:tcPr>
          <w:p w14:paraId="5816DDAB" w14:textId="77777777" w:rsidR="004B01AD" w:rsidRPr="004B01AD" w:rsidRDefault="004B01AD" w:rsidP="004B01AD">
            <w:pPr>
              <w:jc w:val="center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Coppia di piedini installazione a pavimento</w:t>
            </w:r>
          </w:p>
          <w:p w14:paraId="0042CEF4" w14:textId="77777777" w:rsidR="004B01AD" w:rsidRPr="004B01AD" w:rsidRDefault="004B01AD" w:rsidP="004B01AD">
            <w:pPr>
              <w:jc w:val="center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PP2</w:t>
            </w:r>
          </w:p>
        </w:tc>
        <w:tc>
          <w:tcPr>
            <w:tcW w:w="5803" w:type="dxa"/>
          </w:tcPr>
          <w:p w14:paraId="1E0A1459" w14:textId="77777777" w:rsidR="004B01AD" w:rsidRPr="004B01AD" w:rsidRDefault="004B01AD" w:rsidP="00353F0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Coppia di piedini per il fissaggio del ventilconvettore a pavimento.</w:t>
            </w:r>
          </w:p>
          <w:p w14:paraId="03BB6C89" w14:textId="77777777" w:rsidR="004B01AD" w:rsidRPr="004B01AD" w:rsidRDefault="004B01AD" w:rsidP="00353F0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Consentono il passaggio delle tubazioni di collegamento idraulico provenienti dal pavimento.</w:t>
            </w:r>
          </w:p>
          <w:p w14:paraId="483F693C" w14:textId="77777777" w:rsidR="004B01AD" w:rsidRPr="004B01AD" w:rsidRDefault="004B01AD" w:rsidP="00353F0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Colore bianco RAL 9003.</w:t>
            </w:r>
          </w:p>
          <w:p w14:paraId="43B4F5BE" w14:textId="77777777" w:rsidR="004B01AD" w:rsidRPr="004B01AD" w:rsidRDefault="004B01AD" w:rsidP="00353F0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104456CA" w14:textId="77777777" w:rsidR="004B01AD" w:rsidRPr="004B01AD" w:rsidRDefault="004B01AD" w:rsidP="00353F01">
            <w:pPr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353F01">
              <w:rPr>
                <w:rFonts w:ascii="Poppins" w:hAnsi="Poppins" w:cs="Poppins"/>
                <w:b/>
                <w:sz w:val="20"/>
              </w:rPr>
              <w:t>Emmeti</w:t>
            </w:r>
            <w:r w:rsidRPr="004B01AD">
              <w:rPr>
                <w:rFonts w:ascii="Poppins" w:hAnsi="Poppins" w:cs="Poppins"/>
                <w:b/>
                <w:sz w:val="20"/>
              </w:rPr>
              <w:t xml:space="preserve"> – Modello Coppia di piedini fissaggio a parete</w:t>
            </w:r>
            <w:r w:rsidR="00353F01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4B01AD">
              <w:rPr>
                <w:rFonts w:ascii="Poppins" w:hAnsi="Poppins" w:cs="Poppins"/>
                <w:b/>
                <w:sz w:val="20"/>
              </w:rPr>
              <w:t>PP2 o equivalente</w:t>
            </w:r>
            <w:r w:rsidR="00353F01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4B01AD" w14:paraId="70C1FC86" w14:textId="77777777" w:rsidTr="004B01AD">
        <w:tc>
          <w:tcPr>
            <w:tcW w:w="1398" w:type="dxa"/>
          </w:tcPr>
          <w:p w14:paraId="3D01B021" w14:textId="77777777" w:rsidR="004B01AD" w:rsidRPr="004B01AD" w:rsidRDefault="004B01AD" w:rsidP="004B01A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07524061</w:t>
            </w:r>
          </w:p>
        </w:tc>
        <w:tc>
          <w:tcPr>
            <w:tcW w:w="2297" w:type="dxa"/>
          </w:tcPr>
          <w:p w14:paraId="04CEBED4" w14:textId="77777777" w:rsidR="004B01AD" w:rsidRPr="004B01AD" w:rsidRDefault="004B01AD" w:rsidP="004B01AD">
            <w:pPr>
              <w:jc w:val="center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Cavo di collegamento motore</w:t>
            </w:r>
          </w:p>
          <w:p w14:paraId="0A7B8085" w14:textId="77777777" w:rsidR="004B01AD" w:rsidRPr="004B01AD" w:rsidRDefault="004B01AD" w:rsidP="004B01AD">
            <w:pPr>
              <w:jc w:val="center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CCM-DC</w:t>
            </w:r>
          </w:p>
        </w:tc>
        <w:tc>
          <w:tcPr>
            <w:tcW w:w="5803" w:type="dxa"/>
          </w:tcPr>
          <w:p w14:paraId="3EFE15F4" w14:textId="77777777" w:rsidR="004B01AD" w:rsidRPr="004B01AD" w:rsidRDefault="004B01AD" w:rsidP="00353F0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Cavo di collegamento motore per SILENCE THIN ETM e ETI da impiegare nel caso di rotazione degli attacchi idraulici da sinistra a destra.</w:t>
            </w:r>
          </w:p>
          <w:p w14:paraId="349D0EDA" w14:textId="77777777" w:rsidR="004B01AD" w:rsidRPr="004B01AD" w:rsidRDefault="004B01AD" w:rsidP="00353F0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084F998A" w14:textId="77777777" w:rsidR="004B01AD" w:rsidRPr="004B01AD" w:rsidRDefault="004B01AD" w:rsidP="00353F0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353F01">
              <w:rPr>
                <w:rFonts w:ascii="Poppins" w:hAnsi="Poppins" w:cs="Poppins"/>
                <w:b/>
                <w:sz w:val="20"/>
              </w:rPr>
              <w:t>Emmeti</w:t>
            </w:r>
            <w:r w:rsidRPr="004B01AD">
              <w:rPr>
                <w:rFonts w:ascii="Poppins" w:hAnsi="Poppins" w:cs="Poppins"/>
                <w:b/>
                <w:sz w:val="20"/>
              </w:rPr>
              <w:t xml:space="preserve"> – Modello CCM-DC o equivalente</w:t>
            </w:r>
            <w:r w:rsidR="00353F01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4B01AD" w14:paraId="38370134" w14:textId="77777777" w:rsidTr="004B01AD">
        <w:tc>
          <w:tcPr>
            <w:tcW w:w="1398" w:type="dxa"/>
          </w:tcPr>
          <w:p w14:paraId="5D01A620" w14:textId="77777777" w:rsidR="004B01AD" w:rsidRPr="004B01AD" w:rsidRDefault="004B01AD" w:rsidP="004B01A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07526910</w:t>
            </w:r>
          </w:p>
        </w:tc>
        <w:tc>
          <w:tcPr>
            <w:tcW w:w="2297" w:type="dxa"/>
          </w:tcPr>
          <w:p w14:paraId="234F06CC" w14:textId="77777777" w:rsidR="004B01AD" w:rsidRPr="004B01AD" w:rsidRDefault="004B01AD" w:rsidP="004B01AD">
            <w:pPr>
              <w:jc w:val="center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Dima predisposizione attacchi per SILENCE THIN ETM e ETI</w:t>
            </w:r>
          </w:p>
        </w:tc>
        <w:tc>
          <w:tcPr>
            <w:tcW w:w="5803" w:type="dxa"/>
          </w:tcPr>
          <w:p w14:paraId="29C48C8A" w14:textId="77777777" w:rsidR="004B01AD" w:rsidRPr="004B01AD" w:rsidRDefault="004B01AD" w:rsidP="00353F0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4B01AD">
              <w:rPr>
                <w:rFonts w:ascii="Poppins" w:hAnsi="Poppins" w:cs="Poppins"/>
                <w:color w:val="000000"/>
                <w:sz w:val="20"/>
              </w:rPr>
              <w:t>Dima, in carta, per la predisposizione degli attacchi dei ventilconvettori a parete Silence THIN-WALL SILENCE THIN ETM e ETI.</w:t>
            </w:r>
          </w:p>
          <w:p w14:paraId="74504818" w14:textId="77777777" w:rsidR="004B01AD" w:rsidRPr="004B01AD" w:rsidRDefault="004B01AD" w:rsidP="00353F0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46EAC93D" w14:textId="04D09CD7" w:rsidR="004B01AD" w:rsidRPr="004B01AD" w:rsidRDefault="004B01AD" w:rsidP="00353F01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353F01">
              <w:rPr>
                <w:rFonts w:ascii="Poppins" w:hAnsi="Poppins" w:cs="Poppins"/>
                <w:b/>
                <w:sz w:val="20"/>
              </w:rPr>
              <w:t>Emmeti</w:t>
            </w:r>
            <w:r w:rsidRPr="004B01AD">
              <w:rPr>
                <w:rFonts w:ascii="Poppins" w:hAnsi="Poppins" w:cs="Poppins"/>
                <w:b/>
                <w:sz w:val="20"/>
              </w:rPr>
              <w:t xml:space="preserve"> – Modello Dima predisposizione attacchi per SILENCE THIN ETM e ETI o equivalente</w:t>
            </w:r>
            <w:r w:rsidR="00353F01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AA3700" w14:paraId="4E9C0916" w14:textId="77777777" w:rsidTr="004B01AD">
        <w:tc>
          <w:tcPr>
            <w:tcW w:w="1398" w:type="dxa"/>
          </w:tcPr>
          <w:p w14:paraId="6343087F" w14:textId="46E0E20C" w:rsidR="00AA3700" w:rsidRPr="004B01AD" w:rsidRDefault="00AA3700" w:rsidP="004B01AD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07524210</w:t>
            </w:r>
          </w:p>
        </w:tc>
        <w:tc>
          <w:tcPr>
            <w:tcW w:w="2297" w:type="dxa"/>
          </w:tcPr>
          <w:p w14:paraId="1DA9D032" w14:textId="78215952" w:rsidR="00AA3700" w:rsidRPr="004B01AD" w:rsidRDefault="00C2168B" w:rsidP="004B01AD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Bacinella raccolta condensa a soffitto per ETM 220</w:t>
            </w:r>
          </w:p>
        </w:tc>
        <w:tc>
          <w:tcPr>
            <w:tcW w:w="5803" w:type="dxa"/>
          </w:tcPr>
          <w:p w14:paraId="2DF1983D" w14:textId="1310C6B7" w:rsidR="004F15F2" w:rsidRDefault="004F15F2" w:rsidP="004F15F2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  <w:r>
              <w:rPr>
                <w:rFonts w:ascii="Poppins" w:hAnsi="Poppins" w:cs="Poppins"/>
                <w:color w:val="000000"/>
                <w:sz w:val="20"/>
              </w:rPr>
              <w:t xml:space="preserve">Bacinella di raccolta della condensa per installazione orizzontale a </w:t>
            </w:r>
            <w:r w:rsidR="00E07448">
              <w:rPr>
                <w:rFonts w:ascii="Poppins" w:hAnsi="Poppins" w:cs="Poppins"/>
                <w:color w:val="000000"/>
                <w:sz w:val="20"/>
              </w:rPr>
              <w:t>soffitto per modelli ETM 220 versione SCHEDA THIN 010 e SHEDA TIN LAN.</w:t>
            </w:r>
          </w:p>
          <w:p w14:paraId="04C47819" w14:textId="204D85F9" w:rsidR="00E07448" w:rsidRDefault="00CE073C" w:rsidP="004F15F2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CE073C">
              <w:rPr>
                <w:rFonts w:ascii="Poppins" w:hAnsi="Poppins" w:cs="Poppins"/>
                <w:color w:val="000000"/>
                <w:sz w:val="20"/>
              </w:rPr>
              <w:t>L’accessorio è formato da una bacinella in ABS da fissare al ventilconvettore, nascosta dal mantello estetico. Insieme alla bacinella viene fornito il relativo isolante termico, e appositi tubi per scarico condensa e tappo bacinella. Ha inoltre le fascette di sicurezza per la griglia di aspirazione.</w:t>
            </w:r>
          </w:p>
          <w:p w14:paraId="46C43BCD" w14:textId="77777777" w:rsidR="004F15F2" w:rsidRPr="004B01AD" w:rsidRDefault="004F15F2" w:rsidP="004F15F2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16A4E2C3" w14:textId="7E3BB091" w:rsidR="00AA3700" w:rsidRPr="004B01AD" w:rsidRDefault="004F15F2" w:rsidP="004F15F2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4B01AD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4B01AD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Pr="004F15F2">
              <w:rPr>
                <w:rFonts w:ascii="Poppins" w:hAnsi="Poppins" w:cs="Poppins"/>
                <w:b/>
                <w:sz w:val="20"/>
              </w:rPr>
              <w:t>Bacinella raccolta condensa a soffitto per ETM 220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4B01AD">
              <w:rPr>
                <w:rFonts w:ascii="Poppins" w:hAnsi="Poppins" w:cs="Poppins"/>
                <w:b/>
                <w:sz w:val="20"/>
              </w:rPr>
              <w:t>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E073C" w14:paraId="49362C1F" w14:textId="77777777" w:rsidTr="004B01AD">
        <w:tc>
          <w:tcPr>
            <w:tcW w:w="1398" w:type="dxa"/>
          </w:tcPr>
          <w:p w14:paraId="3B56A138" w14:textId="17C2AE0F" w:rsidR="00CE073C" w:rsidRPr="004B01AD" w:rsidRDefault="00CE073C" w:rsidP="00CE073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lastRenderedPageBreak/>
              <w:t>07524220</w:t>
            </w:r>
          </w:p>
        </w:tc>
        <w:tc>
          <w:tcPr>
            <w:tcW w:w="2297" w:type="dxa"/>
          </w:tcPr>
          <w:p w14:paraId="0573C06F" w14:textId="2AD0997F" w:rsidR="00CE073C" w:rsidRPr="004B01AD" w:rsidRDefault="00CE073C" w:rsidP="00CE073C">
            <w:pPr>
              <w:jc w:val="center"/>
              <w:rPr>
                <w:rFonts w:ascii="Poppins" w:hAnsi="Poppins" w:cs="Poppins"/>
                <w:sz w:val="20"/>
              </w:rPr>
            </w:pPr>
            <w:r w:rsidRPr="00FC7489">
              <w:rPr>
                <w:rFonts w:ascii="Poppins" w:hAnsi="Poppins" w:cs="Poppins"/>
                <w:sz w:val="20"/>
              </w:rPr>
              <w:t>Bacinella raccolta condensa a soffitto per ETM 2</w:t>
            </w:r>
            <w:r>
              <w:rPr>
                <w:rFonts w:ascii="Poppins" w:hAnsi="Poppins" w:cs="Poppins"/>
                <w:sz w:val="20"/>
              </w:rPr>
              <w:t>40</w:t>
            </w:r>
          </w:p>
        </w:tc>
        <w:tc>
          <w:tcPr>
            <w:tcW w:w="5803" w:type="dxa"/>
          </w:tcPr>
          <w:p w14:paraId="7FBB818B" w14:textId="22AD49E6" w:rsidR="00CE073C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  <w:r>
              <w:rPr>
                <w:rFonts w:ascii="Poppins" w:hAnsi="Poppins" w:cs="Poppins"/>
                <w:color w:val="000000"/>
                <w:sz w:val="20"/>
              </w:rPr>
              <w:t>Bacinella di raccolta della condensa per installazione orizzontale a soffitto per modelli ETM 240 versione SCHEDA THIN 010 e SHEDA TIN LAN.</w:t>
            </w:r>
          </w:p>
          <w:p w14:paraId="5765BB4A" w14:textId="77777777" w:rsidR="00CE073C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CE073C">
              <w:rPr>
                <w:rFonts w:ascii="Poppins" w:hAnsi="Poppins" w:cs="Poppins"/>
                <w:color w:val="000000"/>
                <w:sz w:val="20"/>
              </w:rPr>
              <w:t>L’accessorio è formato da una bacinella in ABS da fissare al ventilconvettore, nascosta dal mantello estetico. Insieme alla bacinella viene fornito il relativo isolante termico, e appositi tubi per scarico condensa e tappo bacinella. Ha inoltre le fascette di sicurezza per la griglia di aspirazione.</w:t>
            </w:r>
          </w:p>
          <w:p w14:paraId="74CEE138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44AA02B1" w14:textId="7265BCA4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4B01AD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4B01AD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Pr="004F15F2">
              <w:rPr>
                <w:rFonts w:ascii="Poppins" w:hAnsi="Poppins" w:cs="Poppins"/>
                <w:b/>
                <w:sz w:val="20"/>
              </w:rPr>
              <w:t>Bacinella raccolta condensa a soffitto per ETM 2</w:t>
            </w:r>
            <w:r>
              <w:rPr>
                <w:rFonts w:ascii="Poppins" w:hAnsi="Poppins" w:cs="Poppins"/>
                <w:b/>
                <w:sz w:val="20"/>
              </w:rPr>
              <w:t>4</w:t>
            </w:r>
            <w:r w:rsidRPr="004F15F2">
              <w:rPr>
                <w:rFonts w:ascii="Poppins" w:hAnsi="Poppins" w:cs="Poppins"/>
                <w:b/>
                <w:sz w:val="20"/>
              </w:rPr>
              <w:t>0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4B01AD">
              <w:rPr>
                <w:rFonts w:ascii="Poppins" w:hAnsi="Poppins" w:cs="Poppins"/>
                <w:b/>
                <w:sz w:val="20"/>
              </w:rPr>
              <w:t>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E073C" w14:paraId="261BF305" w14:textId="77777777" w:rsidTr="004B01AD">
        <w:tc>
          <w:tcPr>
            <w:tcW w:w="1398" w:type="dxa"/>
          </w:tcPr>
          <w:p w14:paraId="017E97A8" w14:textId="26E5B832" w:rsidR="00CE073C" w:rsidRPr="004B01AD" w:rsidRDefault="00CE073C" w:rsidP="00CE073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07524230</w:t>
            </w:r>
          </w:p>
        </w:tc>
        <w:tc>
          <w:tcPr>
            <w:tcW w:w="2297" w:type="dxa"/>
          </w:tcPr>
          <w:p w14:paraId="708CC40C" w14:textId="266DF0DA" w:rsidR="00CE073C" w:rsidRPr="004B01AD" w:rsidRDefault="00CE073C" w:rsidP="00CE073C">
            <w:pPr>
              <w:jc w:val="center"/>
              <w:rPr>
                <w:rFonts w:ascii="Poppins" w:hAnsi="Poppins" w:cs="Poppins"/>
                <w:sz w:val="20"/>
              </w:rPr>
            </w:pPr>
            <w:r w:rsidRPr="00FC7489">
              <w:rPr>
                <w:rFonts w:ascii="Poppins" w:hAnsi="Poppins" w:cs="Poppins"/>
                <w:sz w:val="20"/>
              </w:rPr>
              <w:t>Bacinella raccolta condensa a soffitto per ETM 2</w:t>
            </w:r>
            <w:r>
              <w:rPr>
                <w:rFonts w:ascii="Poppins" w:hAnsi="Poppins" w:cs="Poppins"/>
                <w:sz w:val="20"/>
              </w:rPr>
              <w:t>60</w:t>
            </w:r>
          </w:p>
        </w:tc>
        <w:tc>
          <w:tcPr>
            <w:tcW w:w="5803" w:type="dxa"/>
          </w:tcPr>
          <w:p w14:paraId="12113E18" w14:textId="1F046457" w:rsidR="00CE073C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  <w:r>
              <w:rPr>
                <w:rFonts w:ascii="Poppins" w:hAnsi="Poppins" w:cs="Poppins"/>
                <w:color w:val="000000"/>
                <w:sz w:val="20"/>
              </w:rPr>
              <w:t>Bacinella di raccolta della condensa per installazione orizzontale a soffitto per modelli ETM 260 versione SCHEDA THIN 010 e SHEDA TIN LAN.</w:t>
            </w:r>
          </w:p>
          <w:p w14:paraId="3A87E946" w14:textId="77777777" w:rsidR="00CE073C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CE073C">
              <w:rPr>
                <w:rFonts w:ascii="Poppins" w:hAnsi="Poppins" w:cs="Poppins"/>
                <w:color w:val="000000"/>
                <w:sz w:val="20"/>
              </w:rPr>
              <w:t>L’accessorio è formato da una bacinella in ABS da fissare al ventilconvettore, nascosta dal mantello estetico. Insieme alla bacinella viene fornito il relativo isolante termico, e appositi tubi per scarico condensa e tappo bacinella. Ha inoltre le fascette di sicurezza per la griglia di aspirazione.</w:t>
            </w:r>
          </w:p>
          <w:p w14:paraId="0B0CF202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6349ED28" w14:textId="3DDF3C5F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4B01AD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4B01AD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Pr="004F15F2">
              <w:rPr>
                <w:rFonts w:ascii="Poppins" w:hAnsi="Poppins" w:cs="Poppins"/>
                <w:b/>
                <w:sz w:val="20"/>
              </w:rPr>
              <w:t>Bacinella raccolta condensa a soffitto per ETM 2</w:t>
            </w:r>
            <w:r>
              <w:rPr>
                <w:rFonts w:ascii="Poppins" w:hAnsi="Poppins" w:cs="Poppins"/>
                <w:b/>
                <w:sz w:val="20"/>
              </w:rPr>
              <w:t>6</w:t>
            </w:r>
            <w:r w:rsidRPr="004F15F2">
              <w:rPr>
                <w:rFonts w:ascii="Poppins" w:hAnsi="Poppins" w:cs="Poppins"/>
                <w:b/>
                <w:sz w:val="20"/>
              </w:rPr>
              <w:t>0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4B01AD">
              <w:rPr>
                <w:rFonts w:ascii="Poppins" w:hAnsi="Poppins" w:cs="Poppins"/>
                <w:b/>
                <w:sz w:val="20"/>
              </w:rPr>
              <w:t>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E073C" w14:paraId="2FC94C26" w14:textId="77777777" w:rsidTr="004B01AD">
        <w:tc>
          <w:tcPr>
            <w:tcW w:w="1398" w:type="dxa"/>
          </w:tcPr>
          <w:p w14:paraId="2E3F7365" w14:textId="3B8C2C52" w:rsidR="00CE073C" w:rsidRPr="004B01AD" w:rsidRDefault="00CE073C" w:rsidP="00CE073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07524240</w:t>
            </w:r>
          </w:p>
        </w:tc>
        <w:tc>
          <w:tcPr>
            <w:tcW w:w="2297" w:type="dxa"/>
          </w:tcPr>
          <w:p w14:paraId="533AB78B" w14:textId="483DBBBB" w:rsidR="00CE073C" w:rsidRPr="004B01AD" w:rsidRDefault="00CE073C" w:rsidP="00CE073C">
            <w:pPr>
              <w:jc w:val="center"/>
              <w:rPr>
                <w:rFonts w:ascii="Poppins" w:hAnsi="Poppins" w:cs="Poppins"/>
                <w:sz w:val="20"/>
              </w:rPr>
            </w:pPr>
            <w:r w:rsidRPr="00FC7489">
              <w:rPr>
                <w:rFonts w:ascii="Poppins" w:hAnsi="Poppins" w:cs="Poppins"/>
                <w:sz w:val="20"/>
              </w:rPr>
              <w:t>Bacinella raccolta condensa a soffitto per ETM 2</w:t>
            </w:r>
            <w:r>
              <w:rPr>
                <w:rFonts w:ascii="Poppins" w:hAnsi="Poppins" w:cs="Poppins"/>
                <w:sz w:val="20"/>
              </w:rPr>
              <w:t>80</w:t>
            </w:r>
          </w:p>
        </w:tc>
        <w:tc>
          <w:tcPr>
            <w:tcW w:w="5803" w:type="dxa"/>
          </w:tcPr>
          <w:p w14:paraId="73BBB205" w14:textId="4983CEBA" w:rsidR="00CE073C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  <w:r>
              <w:rPr>
                <w:rFonts w:ascii="Poppins" w:hAnsi="Poppins" w:cs="Poppins"/>
                <w:color w:val="000000"/>
                <w:sz w:val="20"/>
              </w:rPr>
              <w:t>Bacinella di raccolta della condensa per installazione orizzontale a soffitto per modelli ETM 280 versione SCHEDA THIN 010 e SHEDA TIN LAN.</w:t>
            </w:r>
          </w:p>
          <w:p w14:paraId="02A95258" w14:textId="77777777" w:rsidR="00CE073C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CE073C">
              <w:rPr>
                <w:rFonts w:ascii="Poppins" w:hAnsi="Poppins" w:cs="Poppins"/>
                <w:color w:val="000000"/>
                <w:sz w:val="20"/>
              </w:rPr>
              <w:t>L’accessorio è formato da una bacinella in ABS da fissare al ventilconvettore, nascosta dal mantello estetico. Insieme alla bacinella viene fornito il relativo isolante termico, e appositi tubi per scarico condensa e tappo bacinella. Ha inoltre le fascette di sicurezza per la griglia di aspirazione.</w:t>
            </w:r>
          </w:p>
          <w:p w14:paraId="34C8BC6E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0EA01EC6" w14:textId="68268A3C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4B01AD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4B01AD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Pr="004F15F2">
              <w:rPr>
                <w:rFonts w:ascii="Poppins" w:hAnsi="Poppins" w:cs="Poppins"/>
                <w:b/>
                <w:sz w:val="20"/>
              </w:rPr>
              <w:t>Bacinella raccolta condensa a soffitto per ETM 2</w:t>
            </w:r>
            <w:r>
              <w:rPr>
                <w:rFonts w:ascii="Poppins" w:hAnsi="Poppins" w:cs="Poppins"/>
                <w:b/>
                <w:sz w:val="20"/>
              </w:rPr>
              <w:t>8</w:t>
            </w:r>
            <w:r w:rsidRPr="004F15F2">
              <w:rPr>
                <w:rFonts w:ascii="Poppins" w:hAnsi="Poppins" w:cs="Poppins"/>
                <w:b/>
                <w:sz w:val="20"/>
              </w:rPr>
              <w:t>0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4B01AD">
              <w:rPr>
                <w:rFonts w:ascii="Poppins" w:hAnsi="Poppins" w:cs="Poppins"/>
                <w:b/>
                <w:sz w:val="20"/>
              </w:rPr>
              <w:t>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E073C" w14:paraId="25B7627B" w14:textId="77777777" w:rsidTr="004B01AD">
        <w:tc>
          <w:tcPr>
            <w:tcW w:w="1398" w:type="dxa"/>
          </w:tcPr>
          <w:p w14:paraId="3135EBC7" w14:textId="77777777" w:rsidR="00CE073C" w:rsidRPr="004B01AD" w:rsidRDefault="00CE073C" w:rsidP="00CE073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07524310</w:t>
            </w:r>
          </w:p>
        </w:tc>
        <w:tc>
          <w:tcPr>
            <w:tcW w:w="2297" w:type="dxa"/>
          </w:tcPr>
          <w:p w14:paraId="7CA2FA7F" w14:textId="77777777" w:rsidR="00CE073C" w:rsidRPr="004B01AD" w:rsidRDefault="00CE073C" w:rsidP="00CE073C">
            <w:pPr>
              <w:jc w:val="center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Cassaforma per installazione da incasso con uscita aria frontale</w:t>
            </w:r>
          </w:p>
          <w:p w14:paraId="1370C5BD" w14:textId="77777777" w:rsidR="00CE073C" w:rsidRPr="004B01AD" w:rsidRDefault="00CE073C" w:rsidP="00CE073C">
            <w:pPr>
              <w:jc w:val="center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CF20</w:t>
            </w:r>
          </w:p>
        </w:tc>
        <w:tc>
          <w:tcPr>
            <w:tcW w:w="5803" w:type="dxa"/>
          </w:tcPr>
          <w:p w14:paraId="685E90D7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Cassaforma, in lamiera zincata, prevista per l’inserimento in parete o in controsoffitto, di contenimento del ventilconvettore da incasso modello SILENCE THIN ETI 220.</w:t>
            </w:r>
          </w:p>
          <w:p w14:paraId="0EE77641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lastRenderedPageBreak/>
              <w:t>Presenza dei pretranci per il passaggio dei cavi elettrici e delle tubazioni idrauliche.</w:t>
            </w:r>
          </w:p>
          <w:p w14:paraId="60B04F89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Prevista per l’abbinamento al pannello estetico PE220.</w:t>
            </w:r>
          </w:p>
          <w:p w14:paraId="75761C46" w14:textId="409A9CE9" w:rsidR="00CE073C" w:rsidRPr="00CD3B79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4B01AD">
              <w:rPr>
                <w:rFonts w:ascii="Poppins" w:hAnsi="Poppins" w:cs="Poppins"/>
                <w:color w:val="000000"/>
                <w:sz w:val="20"/>
              </w:rPr>
              <w:t>Dimensioni (LxHxP) 715x725x142 mm</w:t>
            </w:r>
          </w:p>
          <w:p w14:paraId="4F27A044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3E3C2DD7" w14:textId="254ED893" w:rsidR="00CE073C" w:rsidRPr="004B01AD" w:rsidRDefault="00CE073C" w:rsidP="00CE073C">
            <w:pPr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4B01AD">
              <w:rPr>
                <w:rFonts w:ascii="Poppins" w:hAnsi="Poppins" w:cs="Poppins"/>
                <w:b/>
                <w:sz w:val="20"/>
              </w:rPr>
              <w:t xml:space="preserve"> – Modello Cassaforma per installazione da incasso con uscita aria frontale CF20 o equivalente</w:t>
            </w:r>
            <w:r w:rsidR="00CD3B79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E073C" w14:paraId="0DADFE4B" w14:textId="77777777" w:rsidTr="004B01AD">
        <w:tc>
          <w:tcPr>
            <w:tcW w:w="1398" w:type="dxa"/>
          </w:tcPr>
          <w:p w14:paraId="0749C634" w14:textId="77777777" w:rsidR="00CE073C" w:rsidRPr="004B01AD" w:rsidRDefault="00CE073C" w:rsidP="00CE073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lastRenderedPageBreak/>
              <w:t>07524320</w:t>
            </w:r>
          </w:p>
        </w:tc>
        <w:tc>
          <w:tcPr>
            <w:tcW w:w="2297" w:type="dxa"/>
          </w:tcPr>
          <w:p w14:paraId="3445713D" w14:textId="77777777" w:rsidR="00CE073C" w:rsidRPr="004B01AD" w:rsidRDefault="00CE073C" w:rsidP="00CE073C">
            <w:pPr>
              <w:jc w:val="center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Cassaforma per installazione da incasso con uscita aria frontale</w:t>
            </w:r>
          </w:p>
          <w:p w14:paraId="6715FB69" w14:textId="77777777" w:rsidR="00CE073C" w:rsidRPr="004B01AD" w:rsidRDefault="00CE073C" w:rsidP="00CE073C">
            <w:pPr>
              <w:jc w:val="center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CF40</w:t>
            </w:r>
          </w:p>
        </w:tc>
        <w:tc>
          <w:tcPr>
            <w:tcW w:w="5803" w:type="dxa"/>
          </w:tcPr>
          <w:p w14:paraId="515AEB92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Cassaforma, in lamiera zincata, prevista per l’inserimento in parete o in controsoffitto, di contenimento del ventilconvettore da incasso modello SILENCE THIN ETI 240.</w:t>
            </w:r>
          </w:p>
          <w:p w14:paraId="280C269E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Presenza dei pretranci per il passaggio dei cavi elettrici e delle tubazioni idrauliche.</w:t>
            </w:r>
          </w:p>
          <w:p w14:paraId="7532486C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Prevista per l’abbinamento al pannello estetico PE240.</w:t>
            </w:r>
          </w:p>
          <w:p w14:paraId="25114CF3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4B01AD">
              <w:rPr>
                <w:rFonts w:ascii="Poppins" w:hAnsi="Poppins" w:cs="Poppins"/>
                <w:color w:val="000000"/>
                <w:sz w:val="20"/>
              </w:rPr>
              <w:t>Dimensioni (LxHxP) 915x725x142 mm</w:t>
            </w:r>
          </w:p>
          <w:p w14:paraId="23C1C78B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5C10DAFD" w14:textId="7E162E88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4B01AD">
              <w:rPr>
                <w:rFonts w:ascii="Poppins" w:hAnsi="Poppins" w:cs="Poppins"/>
                <w:b/>
                <w:sz w:val="20"/>
              </w:rPr>
              <w:t xml:space="preserve"> – Modello Cassaforma per installazione da incasso con uscita aria frontale CF40 o equivalente</w:t>
            </w:r>
            <w:r w:rsidR="00CD3B79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E073C" w14:paraId="381FF94A" w14:textId="77777777" w:rsidTr="004B01AD">
        <w:tc>
          <w:tcPr>
            <w:tcW w:w="1398" w:type="dxa"/>
          </w:tcPr>
          <w:p w14:paraId="670149AD" w14:textId="77777777" w:rsidR="00CE073C" w:rsidRPr="004B01AD" w:rsidRDefault="00CE073C" w:rsidP="00CE073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07524330</w:t>
            </w:r>
          </w:p>
        </w:tc>
        <w:tc>
          <w:tcPr>
            <w:tcW w:w="2297" w:type="dxa"/>
          </w:tcPr>
          <w:p w14:paraId="37746829" w14:textId="77777777" w:rsidR="00CE073C" w:rsidRPr="004B01AD" w:rsidRDefault="00CE073C" w:rsidP="00CE073C">
            <w:pPr>
              <w:jc w:val="center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Cassaforma per installazione da incasso con uscita aria frontale</w:t>
            </w:r>
          </w:p>
          <w:p w14:paraId="07CCBF78" w14:textId="77777777" w:rsidR="00CE073C" w:rsidRPr="004B01AD" w:rsidRDefault="00CE073C" w:rsidP="00CE073C">
            <w:pPr>
              <w:jc w:val="center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CF60</w:t>
            </w:r>
          </w:p>
        </w:tc>
        <w:tc>
          <w:tcPr>
            <w:tcW w:w="5803" w:type="dxa"/>
          </w:tcPr>
          <w:p w14:paraId="54DA1883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Cassaforma, in lamiera zincata, prevista per l’inserimento in parete o in controsoffitto, di contenimento del ventilconvettore da incasso modello SILENCE THIN ETI 260.</w:t>
            </w:r>
          </w:p>
          <w:p w14:paraId="4DEB4317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Presenza dei pretranci per il passaggio dei cavi elettrici e delle tubazioni idrauliche.</w:t>
            </w:r>
          </w:p>
          <w:p w14:paraId="5579999A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Prevista per l’abbinamento al pannello estetico PE260.</w:t>
            </w:r>
          </w:p>
          <w:p w14:paraId="35069764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4B01AD">
              <w:rPr>
                <w:rFonts w:ascii="Poppins" w:hAnsi="Poppins" w:cs="Poppins"/>
                <w:color w:val="000000"/>
                <w:sz w:val="20"/>
              </w:rPr>
              <w:t>Dimensioni (LxHxP) 1115x725x142 mm</w:t>
            </w:r>
          </w:p>
          <w:p w14:paraId="58EAA720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3D1A61A0" w14:textId="20F948C3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4B01AD">
              <w:rPr>
                <w:rFonts w:ascii="Poppins" w:hAnsi="Poppins" w:cs="Poppins"/>
                <w:b/>
                <w:sz w:val="20"/>
              </w:rPr>
              <w:t xml:space="preserve"> – Modello Cassaforma per installazione da incasso con uscita aria frontale CF60 o equivalente</w:t>
            </w:r>
            <w:r w:rsidR="00CD3B79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E073C" w14:paraId="3DBEC569" w14:textId="77777777" w:rsidTr="004B01AD">
        <w:tc>
          <w:tcPr>
            <w:tcW w:w="1398" w:type="dxa"/>
          </w:tcPr>
          <w:p w14:paraId="3DAB4E45" w14:textId="77777777" w:rsidR="00CE073C" w:rsidRPr="004B01AD" w:rsidRDefault="00CE073C" w:rsidP="00CE073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07524340</w:t>
            </w:r>
          </w:p>
        </w:tc>
        <w:tc>
          <w:tcPr>
            <w:tcW w:w="2297" w:type="dxa"/>
          </w:tcPr>
          <w:p w14:paraId="6FE6845B" w14:textId="77777777" w:rsidR="00CE073C" w:rsidRPr="004B01AD" w:rsidRDefault="00CE073C" w:rsidP="00CE073C">
            <w:pPr>
              <w:jc w:val="center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Cassaforma per installazione da incasso con uscita aria frontale</w:t>
            </w:r>
          </w:p>
          <w:p w14:paraId="79708859" w14:textId="77777777" w:rsidR="00CE073C" w:rsidRPr="004B01AD" w:rsidRDefault="00CE073C" w:rsidP="00CE073C">
            <w:pPr>
              <w:jc w:val="center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CF80</w:t>
            </w:r>
          </w:p>
        </w:tc>
        <w:tc>
          <w:tcPr>
            <w:tcW w:w="5803" w:type="dxa"/>
          </w:tcPr>
          <w:p w14:paraId="6D2BB0BF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Cassaforma, in lamiera zincata, prevista per l’inserimento in parete o in controsoffitto, di contenimento del ventilconvettore da incasso modello SILENCE THIN ETI 280.</w:t>
            </w:r>
          </w:p>
          <w:p w14:paraId="40287750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Presenza dei pretranci per il passaggio dei cavi elettrici e delle tubazioni idrauliche.</w:t>
            </w:r>
          </w:p>
          <w:p w14:paraId="6B760F80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Prevista per l’abbinamento al pannello estetico PE280.</w:t>
            </w:r>
          </w:p>
          <w:p w14:paraId="2B3DA0BB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4B01AD">
              <w:rPr>
                <w:rFonts w:ascii="Poppins" w:hAnsi="Poppins" w:cs="Poppins"/>
                <w:color w:val="000000"/>
                <w:sz w:val="20"/>
              </w:rPr>
              <w:t>Dimensioni (LxHxP) 1315x725x142 mm</w:t>
            </w:r>
          </w:p>
          <w:p w14:paraId="764BE9E4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5958C65D" w14:textId="6CBA9395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4B01AD">
              <w:rPr>
                <w:rFonts w:ascii="Poppins" w:hAnsi="Poppins" w:cs="Poppins"/>
                <w:b/>
                <w:sz w:val="20"/>
              </w:rPr>
              <w:t xml:space="preserve"> – Modello Cassaforma per installazione da incasso con uscita aria frontale CF80 o equivalente</w:t>
            </w:r>
            <w:r w:rsidR="00CD3B79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E073C" w14:paraId="112F7148" w14:textId="77777777" w:rsidTr="004B01AD">
        <w:tc>
          <w:tcPr>
            <w:tcW w:w="1398" w:type="dxa"/>
          </w:tcPr>
          <w:p w14:paraId="5AA82F00" w14:textId="77777777" w:rsidR="00CE073C" w:rsidRPr="004B01AD" w:rsidRDefault="00CE073C" w:rsidP="00CE073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lastRenderedPageBreak/>
              <w:t>07524411</w:t>
            </w:r>
          </w:p>
        </w:tc>
        <w:tc>
          <w:tcPr>
            <w:tcW w:w="2297" w:type="dxa"/>
          </w:tcPr>
          <w:p w14:paraId="011FF563" w14:textId="77777777" w:rsidR="00CE073C" w:rsidRPr="004B01AD" w:rsidRDefault="00CE073C" w:rsidP="00CE073C">
            <w:pPr>
              <w:jc w:val="center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Pannello estetico di copertura cassaforma</w:t>
            </w:r>
          </w:p>
          <w:p w14:paraId="42157709" w14:textId="77777777" w:rsidR="00CE073C" w:rsidRPr="004B01AD" w:rsidRDefault="00CE073C" w:rsidP="00CE073C">
            <w:pPr>
              <w:jc w:val="center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PE220</w:t>
            </w:r>
          </w:p>
        </w:tc>
        <w:tc>
          <w:tcPr>
            <w:tcW w:w="5803" w:type="dxa"/>
          </w:tcPr>
          <w:p w14:paraId="4C846438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Pannello estetico formato da una cornice esterna, un pannello frontale, una griglia rimovibile per la pulizia del filtro aria e da un deflettore, a regolazione manuale, per la mandata dell’aria ambiente.</w:t>
            </w:r>
          </w:p>
          <w:p w14:paraId="0E059662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Previsto per l’abbinamento alla cassaforma CF20.</w:t>
            </w:r>
          </w:p>
          <w:p w14:paraId="0766DF82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Colore RAL 9003.</w:t>
            </w:r>
          </w:p>
          <w:p w14:paraId="109930A8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4B01AD">
              <w:rPr>
                <w:rFonts w:ascii="Poppins" w:hAnsi="Poppins" w:cs="Poppins"/>
                <w:color w:val="000000"/>
                <w:sz w:val="20"/>
              </w:rPr>
              <w:t>Dimensioni (LxHxP) 772x754x9 mm</w:t>
            </w:r>
          </w:p>
          <w:p w14:paraId="5FEC59DF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0940ACBD" w14:textId="7457D16D" w:rsidR="00CE073C" w:rsidRPr="004B01AD" w:rsidRDefault="00CE073C" w:rsidP="00CE073C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4B01AD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4B01AD">
              <w:rPr>
                <w:rFonts w:ascii="Poppins" w:hAnsi="Poppins" w:cs="Poppins"/>
                <w:b/>
                <w:sz w:val="20"/>
              </w:rPr>
              <w:t xml:space="preserve"> – Modello Pannello estetico di copertura cassaforma PE220 o equivalente</w:t>
            </w:r>
            <w:r w:rsidR="00CD3B79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E073C" w14:paraId="574DA9CF" w14:textId="77777777" w:rsidTr="004B01AD">
        <w:tc>
          <w:tcPr>
            <w:tcW w:w="1398" w:type="dxa"/>
          </w:tcPr>
          <w:p w14:paraId="6419877C" w14:textId="77777777" w:rsidR="00CE073C" w:rsidRPr="004B01AD" w:rsidRDefault="00CE073C" w:rsidP="00CE073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07524421</w:t>
            </w:r>
          </w:p>
        </w:tc>
        <w:tc>
          <w:tcPr>
            <w:tcW w:w="2297" w:type="dxa"/>
          </w:tcPr>
          <w:p w14:paraId="426F7FF5" w14:textId="77777777" w:rsidR="00CE073C" w:rsidRPr="004B01AD" w:rsidRDefault="00CE073C" w:rsidP="00CE073C">
            <w:pPr>
              <w:jc w:val="center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Pannello estetico di copertura cassaforma</w:t>
            </w:r>
          </w:p>
          <w:p w14:paraId="4A8CA0A9" w14:textId="77777777" w:rsidR="00CE073C" w:rsidRPr="004B01AD" w:rsidRDefault="00CE073C" w:rsidP="00CE073C">
            <w:pPr>
              <w:jc w:val="center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PE240</w:t>
            </w:r>
          </w:p>
        </w:tc>
        <w:tc>
          <w:tcPr>
            <w:tcW w:w="5803" w:type="dxa"/>
          </w:tcPr>
          <w:p w14:paraId="0FFC5840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Pannello estetico formato da una cornice esterna, un pannello frontale, una griglia rimovibile per la pulizia del filtro aria e da un deflettore, a regolazione manuale, per la mandata dell’aria ambiente.</w:t>
            </w:r>
          </w:p>
          <w:p w14:paraId="5ED25575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Previsto per l’abbinamento alla cassaforma CF40.</w:t>
            </w:r>
          </w:p>
          <w:p w14:paraId="46254AE9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Colore RAL 9003.</w:t>
            </w:r>
          </w:p>
          <w:p w14:paraId="1FB7AB95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4B01AD">
              <w:rPr>
                <w:rFonts w:ascii="Poppins" w:hAnsi="Poppins" w:cs="Poppins"/>
                <w:color w:val="000000"/>
                <w:sz w:val="20"/>
              </w:rPr>
              <w:t>Dimensioni (LxHxP) 972x754x9 mm</w:t>
            </w:r>
          </w:p>
          <w:p w14:paraId="643E2BEC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4027F0CC" w14:textId="2C4354F9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4B01AD">
              <w:rPr>
                <w:rFonts w:ascii="Poppins" w:hAnsi="Poppins" w:cs="Poppins"/>
                <w:b/>
                <w:sz w:val="20"/>
              </w:rPr>
              <w:t xml:space="preserve"> – Modello Pannello estetico di copertura cassaforma PE240 o equivalente</w:t>
            </w:r>
            <w:r w:rsidR="00CD3B79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E073C" w14:paraId="3B5E3FB4" w14:textId="77777777" w:rsidTr="004B01AD">
        <w:tc>
          <w:tcPr>
            <w:tcW w:w="1398" w:type="dxa"/>
          </w:tcPr>
          <w:p w14:paraId="59785306" w14:textId="77777777" w:rsidR="00CE073C" w:rsidRPr="004B01AD" w:rsidRDefault="00CE073C" w:rsidP="00CE073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07524431</w:t>
            </w:r>
          </w:p>
        </w:tc>
        <w:tc>
          <w:tcPr>
            <w:tcW w:w="2297" w:type="dxa"/>
          </w:tcPr>
          <w:p w14:paraId="7815EB70" w14:textId="77777777" w:rsidR="00CE073C" w:rsidRPr="004B01AD" w:rsidRDefault="00CE073C" w:rsidP="00CE073C">
            <w:pPr>
              <w:jc w:val="center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Pannello estetico di copertura cassaforma</w:t>
            </w:r>
          </w:p>
          <w:p w14:paraId="7BF614DB" w14:textId="77777777" w:rsidR="00CE073C" w:rsidRPr="004B01AD" w:rsidRDefault="00CE073C" w:rsidP="00CE073C">
            <w:pPr>
              <w:jc w:val="center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PE260</w:t>
            </w:r>
          </w:p>
        </w:tc>
        <w:tc>
          <w:tcPr>
            <w:tcW w:w="5803" w:type="dxa"/>
          </w:tcPr>
          <w:p w14:paraId="2A8B086D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Pannello estetico formato da una cornice esterna, un pannello frontale, una griglia rimovibile per la pulizia del filtro aria e da un deflettore, a regolazione manuale, per la mandata dell’aria ambiente.</w:t>
            </w:r>
          </w:p>
          <w:p w14:paraId="32CF029C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Previsto per l’abbinamento alla cassaforma CF60.</w:t>
            </w:r>
          </w:p>
          <w:p w14:paraId="4AA3D950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Colore RAL 9003.</w:t>
            </w:r>
          </w:p>
          <w:p w14:paraId="0AD4A636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4B01AD">
              <w:rPr>
                <w:rFonts w:ascii="Poppins" w:hAnsi="Poppins" w:cs="Poppins"/>
                <w:color w:val="000000"/>
                <w:sz w:val="20"/>
              </w:rPr>
              <w:t>Dimensioni (LxHxP) 1172x754x9 mm</w:t>
            </w:r>
          </w:p>
          <w:p w14:paraId="1AF9186C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612AA08E" w14:textId="5885F32A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4B01AD">
              <w:rPr>
                <w:rFonts w:ascii="Poppins" w:hAnsi="Poppins" w:cs="Poppins"/>
                <w:b/>
                <w:sz w:val="20"/>
              </w:rPr>
              <w:t xml:space="preserve"> – Modello Pannello estetico di copertura cassaforma PE260 o equivalente</w:t>
            </w:r>
            <w:r w:rsidR="00CD3B79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E073C" w14:paraId="6C819866" w14:textId="77777777" w:rsidTr="004B01AD">
        <w:tc>
          <w:tcPr>
            <w:tcW w:w="1398" w:type="dxa"/>
          </w:tcPr>
          <w:p w14:paraId="29BEA73F" w14:textId="77777777" w:rsidR="00CE073C" w:rsidRPr="004B01AD" w:rsidRDefault="00CE073C" w:rsidP="00CE073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07524441</w:t>
            </w:r>
          </w:p>
        </w:tc>
        <w:tc>
          <w:tcPr>
            <w:tcW w:w="2297" w:type="dxa"/>
          </w:tcPr>
          <w:p w14:paraId="1222E0F9" w14:textId="77777777" w:rsidR="00CE073C" w:rsidRPr="004B01AD" w:rsidRDefault="00CE073C" w:rsidP="00CE073C">
            <w:pPr>
              <w:jc w:val="center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Pannello estetico di copertura cassaforma</w:t>
            </w:r>
          </w:p>
          <w:p w14:paraId="5F1D7610" w14:textId="77777777" w:rsidR="00CE073C" w:rsidRPr="004B01AD" w:rsidRDefault="00CE073C" w:rsidP="00CE073C">
            <w:pPr>
              <w:jc w:val="center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PE280</w:t>
            </w:r>
          </w:p>
        </w:tc>
        <w:tc>
          <w:tcPr>
            <w:tcW w:w="5803" w:type="dxa"/>
          </w:tcPr>
          <w:p w14:paraId="08473A34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Pannello estetico formato da una cornice esterna, un pannello frontale, una griglia rimovibile per la pulizia del filtro aria e da un deflettore, a regolazione manuale, per la mandata dell’aria ambiente.</w:t>
            </w:r>
          </w:p>
          <w:p w14:paraId="2F909011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Previsto per l’abbinamento alla cassaforma CF80.</w:t>
            </w:r>
          </w:p>
          <w:p w14:paraId="57F3B856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Colore RAL 9003.</w:t>
            </w:r>
          </w:p>
          <w:p w14:paraId="3BF3A51E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4B01AD">
              <w:rPr>
                <w:rFonts w:ascii="Poppins" w:hAnsi="Poppins" w:cs="Poppins"/>
                <w:color w:val="000000"/>
                <w:sz w:val="20"/>
              </w:rPr>
              <w:t>Dimensioni (LxHxP) 1372x754x9 mm</w:t>
            </w:r>
          </w:p>
          <w:p w14:paraId="0D123CA1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0FAC9FF8" w14:textId="37F9DA8C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4B01AD">
              <w:rPr>
                <w:rFonts w:ascii="Poppins" w:hAnsi="Poppins" w:cs="Poppins"/>
                <w:b/>
                <w:sz w:val="20"/>
              </w:rPr>
              <w:t xml:space="preserve"> – Modello Pannello estetico di copertura cassaforma PE280 o equivalente</w:t>
            </w:r>
            <w:r w:rsidR="00CD3B79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E073C" w14:paraId="77C32573" w14:textId="77777777" w:rsidTr="004B01AD">
        <w:tc>
          <w:tcPr>
            <w:tcW w:w="1398" w:type="dxa"/>
          </w:tcPr>
          <w:p w14:paraId="42C080CF" w14:textId="77777777" w:rsidR="00CE073C" w:rsidRPr="004B01AD" w:rsidRDefault="00CE073C" w:rsidP="00CE073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lastRenderedPageBreak/>
              <w:t>07524510</w:t>
            </w:r>
          </w:p>
        </w:tc>
        <w:tc>
          <w:tcPr>
            <w:tcW w:w="2297" w:type="dxa"/>
          </w:tcPr>
          <w:p w14:paraId="6E1A537F" w14:textId="77777777" w:rsidR="00CE073C" w:rsidRPr="004B01AD" w:rsidRDefault="00CE073C" w:rsidP="00CE073C">
            <w:pPr>
              <w:jc w:val="center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Canale telescopico mandata aria per installazione da incasso</w:t>
            </w:r>
          </w:p>
          <w:p w14:paraId="0302283A" w14:textId="77777777" w:rsidR="00CE073C" w:rsidRPr="004B01AD" w:rsidRDefault="00CE073C" w:rsidP="00CE073C">
            <w:pPr>
              <w:jc w:val="center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CT20</w:t>
            </w:r>
          </w:p>
        </w:tc>
        <w:tc>
          <w:tcPr>
            <w:tcW w:w="5803" w:type="dxa"/>
          </w:tcPr>
          <w:p w14:paraId="04CDDA91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Canale telescopico di mandata aria previsto per l’installazione del ventilconvettore da incasso modello SILENCE THIN ETI 220.</w:t>
            </w:r>
          </w:p>
          <w:p w14:paraId="6846A792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Realizzato in lamiera zincata, rivestita internamente con idoneo isolamento termico.</w:t>
            </w:r>
          </w:p>
          <w:p w14:paraId="79977407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4B01AD">
              <w:rPr>
                <w:rFonts w:ascii="Poppins" w:hAnsi="Poppins" w:cs="Poppins"/>
                <w:color w:val="000000"/>
                <w:sz w:val="20"/>
              </w:rPr>
              <w:t>Dimensioni (LxHxP) 307 x regolabile da 302 a 590 x 100 mm</w:t>
            </w:r>
          </w:p>
          <w:p w14:paraId="424B25F5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57FBF3C1" w14:textId="0BBAB0B7" w:rsidR="00CE073C" w:rsidRPr="004B01AD" w:rsidRDefault="00CE073C" w:rsidP="00CE073C">
            <w:pPr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4B01AD">
              <w:rPr>
                <w:rFonts w:ascii="Poppins" w:hAnsi="Poppins" w:cs="Poppins"/>
                <w:b/>
                <w:sz w:val="20"/>
              </w:rPr>
              <w:t xml:space="preserve"> – Modello Canale telescopico mandata aria per installazione da incasso CT20 o equivalente</w:t>
            </w:r>
            <w:r w:rsidR="00CD3B79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E073C" w14:paraId="2A5A6433" w14:textId="77777777" w:rsidTr="004B01AD">
        <w:tc>
          <w:tcPr>
            <w:tcW w:w="1398" w:type="dxa"/>
          </w:tcPr>
          <w:p w14:paraId="1480B407" w14:textId="77777777" w:rsidR="00CE073C" w:rsidRPr="004B01AD" w:rsidRDefault="00CE073C" w:rsidP="00CE073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07524520</w:t>
            </w:r>
          </w:p>
        </w:tc>
        <w:tc>
          <w:tcPr>
            <w:tcW w:w="2297" w:type="dxa"/>
          </w:tcPr>
          <w:p w14:paraId="28871EC7" w14:textId="77777777" w:rsidR="00CE073C" w:rsidRPr="004B01AD" w:rsidRDefault="00CE073C" w:rsidP="00CE073C">
            <w:pPr>
              <w:jc w:val="center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Canale telescopico mandata aria per installazione da incasso</w:t>
            </w:r>
          </w:p>
          <w:p w14:paraId="62B46E8A" w14:textId="77777777" w:rsidR="00CE073C" w:rsidRPr="004B01AD" w:rsidRDefault="00CE073C" w:rsidP="00CE073C">
            <w:pPr>
              <w:jc w:val="center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CT40</w:t>
            </w:r>
          </w:p>
        </w:tc>
        <w:tc>
          <w:tcPr>
            <w:tcW w:w="5803" w:type="dxa"/>
          </w:tcPr>
          <w:p w14:paraId="3F019174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Canale telescopico di mandata aria previsto per l’installazione del ventilconvettore da incasso modello SILENCE THIN ETI 240.</w:t>
            </w:r>
          </w:p>
          <w:p w14:paraId="3A35E981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Realizzato in lamiera zincata, rivestita internamente con idoneo isolamento termico.</w:t>
            </w:r>
          </w:p>
          <w:p w14:paraId="414BD5F3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4B01AD">
              <w:rPr>
                <w:rFonts w:ascii="Poppins" w:hAnsi="Poppins" w:cs="Poppins"/>
                <w:color w:val="000000"/>
                <w:sz w:val="20"/>
              </w:rPr>
              <w:t>Dimensioni (LxHxP) 507 x regolabile da 302 a 590 x 100 mm</w:t>
            </w:r>
          </w:p>
          <w:p w14:paraId="155BAE30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793611EB" w14:textId="6EAAB191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4B01AD">
              <w:rPr>
                <w:rFonts w:ascii="Poppins" w:hAnsi="Poppins" w:cs="Poppins"/>
                <w:b/>
                <w:sz w:val="20"/>
              </w:rPr>
              <w:t xml:space="preserve"> – Modello Canale telescopico mandata aria per installazione da incasso CT40 o equivalente</w:t>
            </w:r>
            <w:r w:rsidR="00CD3B79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E073C" w14:paraId="00F885AD" w14:textId="77777777" w:rsidTr="004B01AD">
        <w:tc>
          <w:tcPr>
            <w:tcW w:w="1398" w:type="dxa"/>
          </w:tcPr>
          <w:p w14:paraId="68C2CDDE" w14:textId="77777777" w:rsidR="00CE073C" w:rsidRPr="004B01AD" w:rsidRDefault="00CE073C" w:rsidP="00CE073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07524530</w:t>
            </w:r>
          </w:p>
        </w:tc>
        <w:tc>
          <w:tcPr>
            <w:tcW w:w="2297" w:type="dxa"/>
          </w:tcPr>
          <w:p w14:paraId="1460B995" w14:textId="77777777" w:rsidR="00CE073C" w:rsidRPr="004B01AD" w:rsidRDefault="00CE073C" w:rsidP="00CE073C">
            <w:pPr>
              <w:jc w:val="center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Canale telescopico mandata aria per installazione da incasso</w:t>
            </w:r>
          </w:p>
          <w:p w14:paraId="5DBC4D3D" w14:textId="77777777" w:rsidR="00CE073C" w:rsidRPr="004B01AD" w:rsidRDefault="00CE073C" w:rsidP="00CE073C">
            <w:pPr>
              <w:jc w:val="center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CT60</w:t>
            </w:r>
          </w:p>
        </w:tc>
        <w:tc>
          <w:tcPr>
            <w:tcW w:w="5803" w:type="dxa"/>
          </w:tcPr>
          <w:p w14:paraId="1BEBFB46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Canale telescopico di mandata aria previsto per l’installazione del ventilconvettore da incasso modello SILENCE THIN ETI 260.</w:t>
            </w:r>
          </w:p>
          <w:p w14:paraId="4713654D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Realizzato in lamiera zincata, rivestita internamente con idoneo isolamento termico.</w:t>
            </w:r>
          </w:p>
          <w:p w14:paraId="4E220FA4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4B01AD">
              <w:rPr>
                <w:rFonts w:ascii="Poppins" w:hAnsi="Poppins" w:cs="Poppins"/>
                <w:color w:val="000000"/>
                <w:sz w:val="20"/>
              </w:rPr>
              <w:t>Dimensioni (LxHxP) 707 x regolabile da 302 a 590 x 100 mm</w:t>
            </w:r>
          </w:p>
          <w:p w14:paraId="0BBEEA29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3629E9BB" w14:textId="454358C0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4B01AD">
              <w:rPr>
                <w:rFonts w:ascii="Poppins" w:hAnsi="Poppins" w:cs="Poppins"/>
                <w:b/>
                <w:sz w:val="20"/>
              </w:rPr>
              <w:t xml:space="preserve"> – Modello Canale telescopico mandata aria per installazione da incasso CT60 o equivalente</w:t>
            </w:r>
            <w:r w:rsidR="00CD3B79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E073C" w14:paraId="530326B1" w14:textId="77777777" w:rsidTr="004B01AD">
        <w:tc>
          <w:tcPr>
            <w:tcW w:w="1398" w:type="dxa"/>
          </w:tcPr>
          <w:p w14:paraId="592CF00C" w14:textId="77777777" w:rsidR="00CE073C" w:rsidRPr="004B01AD" w:rsidRDefault="00CE073C" w:rsidP="00CE073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07524540</w:t>
            </w:r>
          </w:p>
        </w:tc>
        <w:tc>
          <w:tcPr>
            <w:tcW w:w="2297" w:type="dxa"/>
          </w:tcPr>
          <w:p w14:paraId="2C01F107" w14:textId="77777777" w:rsidR="00CE073C" w:rsidRPr="004B01AD" w:rsidRDefault="00CE073C" w:rsidP="00CE073C">
            <w:pPr>
              <w:jc w:val="center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Canale telescopico mandata aria per installazione da incasso</w:t>
            </w:r>
          </w:p>
          <w:p w14:paraId="6188515D" w14:textId="77777777" w:rsidR="00CE073C" w:rsidRPr="004B01AD" w:rsidRDefault="00CE073C" w:rsidP="00CE073C">
            <w:pPr>
              <w:jc w:val="center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CT80</w:t>
            </w:r>
          </w:p>
        </w:tc>
        <w:tc>
          <w:tcPr>
            <w:tcW w:w="5803" w:type="dxa"/>
          </w:tcPr>
          <w:p w14:paraId="45A642FD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Canale telescopico di mandata aria previsto per l’installazione del ventilconvettore da incasso modello SILENCE THIN ETI 280.</w:t>
            </w:r>
          </w:p>
          <w:p w14:paraId="1664B476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Realizzato in lamiera zincata, rivestita internamente con idoneo isolamento termico.</w:t>
            </w:r>
          </w:p>
          <w:p w14:paraId="306BD076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4B01AD">
              <w:rPr>
                <w:rFonts w:ascii="Poppins" w:hAnsi="Poppins" w:cs="Poppins"/>
                <w:color w:val="000000"/>
                <w:sz w:val="20"/>
              </w:rPr>
              <w:t>Dimensioni (LxHxP) 907 x regolabile da 302 a 590 x 100 mm</w:t>
            </w:r>
          </w:p>
          <w:p w14:paraId="3328FE2F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46AC1735" w14:textId="7144D88F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4B01AD">
              <w:rPr>
                <w:rFonts w:ascii="Poppins" w:hAnsi="Poppins" w:cs="Poppins"/>
                <w:b/>
                <w:sz w:val="20"/>
              </w:rPr>
              <w:t xml:space="preserve"> – Modello Canale telescopico mandata aria per installazione da incasso CT80 o equivalente</w:t>
            </w:r>
            <w:r w:rsidR="00CD3B79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E073C" w14:paraId="47C5329A" w14:textId="77777777" w:rsidTr="004B01AD">
        <w:tc>
          <w:tcPr>
            <w:tcW w:w="1398" w:type="dxa"/>
          </w:tcPr>
          <w:p w14:paraId="3AF0375B" w14:textId="77777777" w:rsidR="00CE073C" w:rsidRPr="004B01AD" w:rsidRDefault="00CE073C" w:rsidP="00CE073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lastRenderedPageBreak/>
              <w:t>07524610</w:t>
            </w:r>
          </w:p>
        </w:tc>
        <w:tc>
          <w:tcPr>
            <w:tcW w:w="2297" w:type="dxa"/>
          </w:tcPr>
          <w:p w14:paraId="2C887CD8" w14:textId="77777777" w:rsidR="00CE073C" w:rsidRPr="004B01AD" w:rsidRDefault="00CE073C" w:rsidP="00CE073C">
            <w:pPr>
              <w:jc w:val="center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Canale curvo 90° mandata aria per installazione da incasso</w:t>
            </w:r>
          </w:p>
          <w:p w14:paraId="0B2A3BB2" w14:textId="77777777" w:rsidR="00CE073C" w:rsidRPr="004B01AD" w:rsidRDefault="00CE073C" w:rsidP="00CE073C">
            <w:pPr>
              <w:jc w:val="center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C9020</w:t>
            </w:r>
          </w:p>
        </w:tc>
        <w:tc>
          <w:tcPr>
            <w:tcW w:w="5803" w:type="dxa"/>
          </w:tcPr>
          <w:p w14:paraId="6E40CB3E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Canale curvo 90° di mandata aria previsto per l’installazione del ventilconvettore da incasso modello SILENCE THIN ETI 220.</w:t>
            </w:r>
          </w:p>
          <w:p w14:paraId="46C1F07A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Realizzato in lamiera zincata, rivestita internamente con idoneo isolamento termico.</w:t>
            </w:r>
          </w:p>
          <w:p w14:paraId="193341FA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4B01AD">
              <w:rPr>
                <w:rFonts w:ascii="Poppins" w:hAnsi="Poppins" w:cs="Poppins"/>
                <w:color w:val="000000"/>
                <w:sz w:val="20"/>
              </w:rPr>
              <w:t>Dimensioni (LxHxP) 307x164x126 mm</w:t>
            </w:r>
          </w:p>
          <w:p w14:paraId="5E76DC80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10F5FBAF" w14:textId="0852FD49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4B01AD">
              <w:rPr>
                <w:rFonts w:ascii="Poppins" w:hAnsi="Poppins" w:cs="Poppins"/>
                <w:b/>
                <w:sz w:val="20"/>
              </w:rPr>
              <w:t xml:space="preserve"> – Modello Canale curvo 90° mandata aria per installazione da incasso C9020 o equivalente</w:t>
            </w:r>
            <w:r w:rsidR="00CD3B79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E073C" w14:paraId="04ECB5F9" w14:textId="77777777" w:rsidTr="004B01AD">
        <w:tc>
          <w:tcPr>
            <w:tcW w:w="1398" w:type="dxa"/>
          </w:tcPr>
          <w:p w14:paraId="73332977" w14:textId="77777777" w:rsidR="00CE073C" w:rsidRPr="004B01AD" w:rsidRDefault="00CE073C" w:rsidP="00CE073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07524620</w:t>
            </w:r>
          </w:p>
        </w:tc>
        <w:tc>
          <w:tcPr>
            <w:tcW w:w="2297" w:type="dxa"/>
          </w:tcPr>
          <w:p w14:paraId="0CCAAD2D" w14:textId="77777777" w:rsidR="00CE073C" w:rsidRPr="004B01AD" w:rsidRDefault="00CE073C" w:rsidP="00CE073C">
            <w:pPr>
              <w:jc w:val="center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Canale curvo 90° mandata aria per installazione da incasso</w:t>
            </w:r>
          </w:p>
          <w:p w14:paraId="56623D09" w14:textId="77777777" w:rsidR="00CE073C" w:rsidRPr="004B01AD" w:rsidRDefault="00CE073C" w:rsidP="00CE073C">
            <w:pPr>
              <w:jc w:val="center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C9040</w:t>
            </w:r>
          </w:p>
        </w:tc>
        <w:tc>
          <w:tcPr>
            <w:tcW w:w="5803" w:type="dxa"/>
          </w:tcPr>
          <w:p w14:paraId="11CC6A20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Canale curvo 90° di mandata aria previsto per l’installazione del ventilconvettore da incasso modello SILENCE THIN ETI 240.</w:t>
            </w:r>
          </w:p>
          <w:p w14:paraId="6A0FF7A8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Realizzato in lamiera zincata, rivestita internamente con idoneo isolamento termico.</w:t>
            </w:r>
          </w:p>
          <w:p w14:paraId="019CE46B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4B01AD">
              <w:rPr>
                <w:rFonts w:ascii="Poppins" w:hAnsi="Poppins" w:cs="Poppins"/>
                <w:color w:val="000000"/>
                <w:sz w:val="20"/>
              </w:rPr>
              <w:t>Dimensioni (LxHxP) 507x164x126 mm</w:t>
            </w:r>
          </w:p>
          <w:p w14:paraId="7AF37E10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6A38178F" w14:textId="4F6BAC46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4B01AD">
              <w:rPr>
                <w:rFonts w:ascii="Poppins" w:hAnsi="Poppins" w:cs="Poppins"/>
                <w:b/>
                <w:sz w:val="20"/>
              </w:rPr>
              <w:t xml:space="preserve"> – Modello Canale curvo 90° mandata aria per installazione da incasso C9040 o equivalente</w:t>
            </w:r>
            <w:r w:rsidR="00CD3B79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E073C" w14:paraId="024C3B05" w14:textId="77777777" w:rsidTr="004B01AD">
        <w:tc>
          <w:tcPr>
            <w:tcW w:w="1398" w:type="dxa"/>
          </w:tcPr>
          <w:p w14:paraId="080DCFF3" w14:textId="77777777" w:rsidR="00CE073C" w:rsidRPr="004B01AD" w:rsidRDefault="00CE073C" w:rsidP="00CE073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07524630</w:t>
            </w:r>
          </w:p>
        </w:tc>
        <w:tc>
          <w:tcPr>
            <w:tcW w:w="2297" w:type="dxa"/>
          </w:tcPr>
          <w:p w14:paraId="14EF637D" w14:textId="77777777" w:rsidR="00CE073C" w:rsidRPr="004B01AD" w:rsidRDefault="00CE073C" w:rsidP="00CE073C">
            <w:pPr>
              <w:jc w:val="center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Canale curvo 90° mandata aria per installazione da incasso</w:t>
            </w:r>
          </w:p>
          <w:p w14:paraId="3EC86D74" w14:textId="77777777" w:rsidR="00CE073C" w:rsidRPr="004B01AD" w:rsidRDefault="00CE073C" w:rsidP="00CE073C">
            <w:pPr>
              <w:jc w:val="center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C9060</w:t>
            </w:r>
          </w:p>
        </w:tc>
        <w:tc>
          <w:tcPr>
            <w:tcW w:w="5803" w:type="dxa"/>
          </w:tcPr>
          <w:p w14:paraId="2A1BDA14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Canale curvo 90° di mandata aria previsto per l’installazione del ventilconvettore da incasso modello SILENCE THIN ETI 260.</w:t>
            </w:r>
          </w:p>
          <w:p w14:paraId="0989EA11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Realizzato in lamiera zincata, rivestita internamente con idoneo isolamento termico.</w:t>
            </w:r>
          </w:p>
          <w:p w14:paraId="0AE53584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4B01AD">
              <w:rPr>
                <w:rFonts w:ascii="Poppins" w:hAnsi="Poppins" w:cs="Poppins"/>
                <w:color w:val="000000"/>
                <w:sz w:val="20"/>
              </w:rPr>
              <w:t>Dimensioni (LxHxP) 707x164x126 mm</w:t>
            </w:r>
          </w:p>
          <w:p w14:paraId="1642CA4B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1B5761B6" w14:textId="32C069E2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4B01AD">
              <w:rPr>
                <w:rFonts w:ascii="Poppins" w:hAnsi="Poppins" w:cs="Poppins"/>
                <w:b/>
                <w:sz w:val="20"/>
              </w:rPr>
              <w:t xml:space="preserve"> – Modello Canale curvo 90° mandata aria per installazione da incasso C9060 o equivalente</w:t>
            </w:r>
            <w:r w:rsidR="00CD3B79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E073C" w14:paraId="0DD1CC71" w14:textId="77777777" w:rsidTr="004B01AD">
        <w:tc>
          <w:tcPr>
            <w:tcW w:w="1398" w:type="dxa"/>
          </w:tcPr>
          <w:p w14:paraId="4180CF43" w14:textId="77777777" w:rsidR="00CE073C" w:rsidRPr="004B01AD" w:rsidRDefault="00CE073C" w:rsidP="00CE073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07524640</w:t>
            </w:r>
          </w:p>
        </w:tc>
        <w:tc>
          <w:tcPr>
            <w:tcW w:w="2297" w:type="dxa"/>
          </w:tcPr>
          <w:p w14:paraId="059C09C6" w14:textId="77777777" w:rsidR="00CE073C" w:rsidRPr="004B01AD" w:rsidRDefault="00CE073C" w:rsidP="00CE073C">
            <w:pPr>
              <w:jc w:val="center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Canale curvo 90° mandata aria per installazione da incasso</w:t>
            </w:r>
          </w:p>
          <w:p w14:paraId="4E2F9F89" w14:textId="77777777" w:rsidR="00CE073C" w:rsidRPr="004B01AD" w:rsidRDefault="00CE073C" w:rsidP="00CE073C">
            <w:pPr>
              <w:jc w:val="center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C9080</w:t>
            </w:r>
          </w:p>
        </w:tc>
        <w:tc>
          <w:tcPr>
            <w:tcW w:w="5803" w:type="dxa"/>
          </w:tcPr>
          <w:p w14:paraId="140823DD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Canale curvo 90° di mandata aria previsto per l’installazione del ventilconvettore da incasso modello SILENCE THIN ETI 280.</w:t>
            </w:r>
          </w:p>
          <w:p w14:paraId="175487A4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Realizzato in lamiera zincata, rivestita internamente con idoneo isolamento termico.</w:t>
            </w:r>
          </w:p>
          <w:p w14:paraId="20E45474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4B01AD">
              <w:rPr>
                <w:rFonts w:ascii="Poppins" w:hAnsi="Poppins" w:cs="Poppins"/>
                <w:color w:val="000000"/>
                <w:sz w:val="20"/>
              </w:rPr>
              <w:t>Dimensioni (LxHxP) 907x164x126 mm</w:t>
            </w:r>
          </w:p>
          <w:p w14:paraId="7288B09E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00EC8C5F" w14:textId="55C2407D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4B01AD">
              <w:rPr>
                <w:rFonts w:ascii="Poppins" w:hAnsi="Poppins" w:cs="Poppins"/>
                <w:b/>
                <w:sz w:val="20"/>
              </w:rPr>
              <w:t xml:space="preserve"> – Modello Canale curvo 90° mandata aria per installazione da incasso C9080 o equivalente</w:t>
            </w:r>
            <w:r w:rsidR="00CD3B79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E073C" w14:paraId="3460427D" w14:textId="77777777" w:rsidTr="004B01AD">
        <w:tc>
          <w:tcPr>
            <w:tcW w:w="1398" w:type="dxa"/>
          </w:tcPr>
          <w:p w14:paraId="449CB9CF" w14:textId="77777777" w:rsidR="00CE073C" w:rsidRPr="004B01AD" w:rsidRDefault="00CE073C" w:rsidP="00CE073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07524710</w:t>
            </w:r>
          </w:p>
        </w:tc>
        <w:tc>
          <w:tcPr>
            <w:tcW w:w="2297" w:type="dxa"/>
          </w:tcPr>
          <w:p w14:paraId="4B91065D" w14:textId="77777777" w:rsidR="00CE073C" w:rsidRPr="004B01AD" w:rsidRDefault="00CE073C" w:rsidP="00CE073C">
            <w:pPr>
              <w:jc w:val="center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Raccordo di aspirazione aria per installazione da incasso</w:t>
            </w:r>
          </w:p>
          <w:p w14:paraId="15ADFCF2" w14:textId="77777777" w:rsidR="00CE073C" w:rsidRPr="004B01AD" w:rsidRDefault="00CE073C" w:rsidP="00CE073C">
            <w:pPr>
              <w:jc w:val="center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RA20</w:t>
            </w:r>
          </w:p>
        </w:tc>
        <w:tc>
          <w:tcPr>
            <w:tcW w:w="5803" w:type="dxa"/>
          </w:tcPr>
          <w:p w14:paraId="4ECD9D9D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Raccordo di aspirazione aria, in lamiera zincata, previsto per l’installazione del ventilconvettore da incasso modello SILENCE THIN ETI 220.</w:t>
            </w:r>
          </w:p>
          <w:p w14:paraId="412477BC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4B01AD">
              <w:rPr>
                <w:rFonts w:ascii="Poppins" w:hAnsi="Poppins" w:cs="Poppins"/>
                <w:color w:val="000000"/>
                <w:sz w:val="20"/>
              </w:rPr>
              <w:t>Dimensioni (LxHxP) 305x143x108 mm</w:t>
            </w:r>
          </w:p>
          <w:p w14:paraId="2F12501F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6C989385" w14:textId="2D769EED" w:rsidR="00CE073C" w:rsidRPr="004B01AD" w:rsidRDefault="00CE073C" w:rsidP="00CE073C">
            <w:pPr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b/>
                <w:sz w:val="20"/>
              </w:rPr>
              <w:lastRenderedPageBreak/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4B01AD">
              <w:rPr>
                <w:rFonts w:ascii="Poppins" w:hAnsi="Poppins" w:cs="Poppins"/>
                <w:b/>
                <w:sz w:val="20"/>
              </w:rPr>
              <w:t xml:space="preserve"> – Modello Raccordo di aspirazione aria per installazione da incasso RA20 o equivalente</w:t>
            </w:r>
            <w:r w:rsidR="00CD3B79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E073C" w14:paraId="1D1C60DE" w14:textId="77777777" w:rsidTr="004B01AD">
        <w:tc>
          <w:tcPr>
            <w:tcW w:w="1398" w:type="dxa"/>
          </w:tcPr>
          <w:p w14:paraId="6BE381E9" w14:textId="77777777" w:rsidR="00CE073C" w:rsidRPr="004B01AD" w:rsidRDefault="00CE073C" w:rsidP="00CE073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lastRenderedPageBreak/>
              <w:t>07524720</w:t>
            </w:r>
          </w:p>
        </w:tc>
        <w:tc>
          <w:tcPr>
            <w:tcW w:w="2297" w:type="dxa"/>
          </w:tcPr>
          <w:p w14:paraId="11FBB2F2" w14:textId="77777777" w:rsidR="00CE073C" w:rsidRPr="004B01AD" w:rsidRDefault="00CE073C" w:rsidP="00CE073C">
            <w:pPr>
              <w:jc w:val="center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Raccordo di aspirazione aria per installazione da incasso</w:t>
            </w:r>
          </w:p>
          <w:p w14:paraId="000CA597" w14:textId="77777777" w:rsidR="00CE073C" w:rsidRPr="004B01AD" w:rsidRDefault="00CE073C" w:rsidP="00CE073C">
            <w:pPr>
              <w:jc w:val="center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RA40</w:t>
            </w:r>
          </w:p>
        </w:tc>
        <w:tc>
          <w:tcPr>
            <w:tcW w:w="5803" w:type="dxa"/>
          </w:tcPr>
          <w:p w14:paraId="003943C3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Raccordo di aspirazione aria, in lamiera zincata, previsto per l’installazione del ventilconvettore da incasso modello SILENCE THIN ETI 240.</w:t>
            </w:r>
          </w:p>
          <w:p w14:paraId="2FE94245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4B01AD">
              <w:rPr>
                <w:rFonts w:ascii="Poppins" w:hAnsi="Poppins" w:cs="Poppins"/>
                <w:color w:val="000000"/>
                <w:sz w:val="20"/>
              </w:rPr>
              <w:t>Dimensioni (LxHxP) 505x143x108 mm</w:t>
            </w:r>
          </w:p>
          <w:p w14:paraId="22A01B91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734E4790" w14:textId="5D123EE0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4B01AD">
              <w:rPr>
                <w:rFonts w:ascii="Poppins" w:hAnsi="Poppins" w:cs="Poppins"/>
                <w:b/>
                <w:sz w:val="20"/>
              </w:rPr>
              <w:t xml:space="preserve"> – Modello Raccordo di aspirazione aria per installazione da incasso RA40 o equivalente</w:t>
            </w:r>
            <w:r w:rsidR="00CD3B79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E073C" w14:paraId="5FF60BB9" w14:textId="77777777" w:rsidTr="004B01AD">
        <w:tc>
          <w:tcPr>
            <w:tcW w:w="1398" w:type="dxa"/>
          </w:tcPr>
          <w:p w14:paraId="64BCDA5F" w14:textId="77777777" w:rsidR="00CE073C" w:rsidRPr="004B01AD" w:rsidRDefault="00CE073C" w:rsidP="00CE073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07524730</w:t>
            </w:r>
          </w:p>
        </w:tc>
        <w:tc>
          <w:tcPr>
            <w:tcW w:w="2297" w:type="dxa"/>
          </w:tcPr>
          <w:p w14:paraId="3C12516B" w14:textId="77777777" w:rsidR="00CE073C" w:rsidRPr="004B01AD" w:rsidRDefault="00CE073C" w:rsidP="00CE073C">
            <w:pPr>
              <w:jc w:val="center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Raccordo di aspirazione aria per installazione da incasso</w:t>
            </w:r>
          </w:p>
          <w:p w14:paraId="25CA46B8" w14:textId="77777777" w:rsidR="00CE073C" w:rsidRPr="004B01AD" w:rsidRDefault="00CE073C" w:rsidP="00CE073C">
            <w:pPr>
              <w:jc w:val="center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RA60</w:t>
            </w:r>
          </w:p>
        </w:tc>
        <w:tc>
          <w:tcPr>
            <w:tcW w:w="5803" w:type="dxa"/>
          </w:tcPr>
          <w:p w14:paraId="5C07DA4F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Raccordo di aspirazione aria, in lamiera zincata, previsto per l’installazione del ventilconvettore da incasso modello SILENCE THIN ETI 260.</w:t>
            </w:r>
          </w:p>
          <w:p w14:paraId="344EDDE5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4B01AD">
              <w:rPr>
                <w:rFonts w:ascii="Poppins" w:hAnsi="Poppins" w:cs="Poppins"/>
                <w:color w:val="000000"/>
                <w:sz w:val="20"/>
              </w:rPr>
              <w:t>Dimensioni (LxHxP) 705x143x108 mm</w:t>
            </w:r>
          </w:p>
          <w:p w14:paraId="50A361D2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26ECA802" w14:textId="46CE4CF0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4B01AD">
              <w:rPr>
                <w:rFonts w:ascii="Poppins" w:hAnsi="Poppins" w:cs="Poppins"/>
                <w:b/>
                <w:sz w:val="20"/>
              </w:rPr>
              <w:t xml:space="preserve"> – Modello Raccordo di aspirazione aria per installazione da incasso RA60 o equivalente</w:t>
            </w:r>
            <w:r w:rsidR="00CD3B79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E073C" w14:paraId="7DD3FD9F" w14:textId="77777777" w:rsidTr="004B01AD">
        <w:tc>
          <w:tcPr>
            <w:tcW w:w="1398" w:type="dxa"/>
          </w:tcPr>
          <w:p w14:paraId="7D2C9E7B" w14:textId="77777777" w:rsidR="00CE073C" w:rsidRPr="004B01AD" w:rsidRDefault="00CE073C" w:rsidP="00CE073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07524740</w:t>
            </w:r>
          </w:p>
        </w:tc>
        <w:tc>
          <w:tcPr>
            <w:tcW w:w="2297" w:type="dxa"/>
          </w:tcPr>
          <w:p w14:paraId="33C8D290" w14:textId="77777777" w:rsidR="00CE073C" w:rsidRPr="004B01AD" w:rsidRDefault="00CE073C" w:rsidP="00CE073C">
            <w:pPr>
              <w:jc w:val="center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Raccordo di aspirazione aria per installazione da incasso</w:t>
            </w:r>
          </w:p>
          <w:p w14:paraId="3A42BE25" w14:textId="77777777" w:rsidR="00CE073C" w:rsidRPr="004B01AD" w:rsidRDefault="00CE073C" w:rsidP="00CE073C">
            <w:pPr>
              <w:jc w:val="center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RA80</w:t>
            </w:r>
          </w:p>
        </w:tc>
        <w:tc>
          <w:tcPr>
            <w:tcW w:w="5803" w:type="dxa"/>
          </w:tcPr>
          <w:p w14:paraId="2D85777F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Raccordo di aspirazione aria, in lamiera zincata, previsto per l’installazione del ventilconvettore da incasso modello SILENCE THIN ETI 280.</w:t>
            </w:r>
          </w:p>
          <w:p w14:paraId="744605BF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4B01AD">
              <w:rPr>
                <w:rFonts w:ascii="Poppins" w:hAnsi="Poppins" w:cs="Poppins"/>
                <w:color w:val="000000"/>
                <w:sz w:val="20"/>
              </w:rPr>
              <w:t>Dimensioni (LxHxP) 905x143x108 mm</w:t>
            </w:r>
          </w:p>
          <w:p w14:paraId="3D575C95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5B87A50E" w14:textId="1F8E2000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4B01AD">
              <w:rPr>
                <w:rFonts w:ascii="Poppins" w:hAnsi="Poppins" w:cs="Poppins"/>
                <w:b/>
                <w:sz w:val="20"/>
              </w:rPr>
              <w:t xml:space="preserve"> – Modello Raccordo di aspirazione aria per installazione da incasso RA80 o equivalente</w:t>
            </w:r>
            <w:r w:rsidR="00CD3B79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E073C" w14:paraId="77C6E4F2" w14:textId="77777777" w:rsidTr="004B01AD">
        <w:tc>
          <w:tcPr>
            <w:tcW w:w="1398" w:type="dxa"/>
          </w:tcPr>
          <w:p w14:paraId="48B5C069" w14:textId="77777777" w:rsidR="00CE073C" w:rsidRPr="004B01AD" w:rsidRDefault="00CE073C" w:rsidP="00CE073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07524910</w:t>
            </w:r>
          </w:p>
        </w:tc>
        <w:tc>
          <w:tcPr>
            <w:tcW w:w="2297" w:type="dxa"/>
          </w:tcPr>
          <w:p w14:paraId="7FA35B86" w14:textId="77777777" w:rsidR="00CE073C" w:rsidRPr="004B01AD" w:rsidRDefault="00CE073C" w:rsidP="00CE073C">
            <w:pPr>
              <w:jc w:val="center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Griglia di aspirazione aria per installazione da incasso</w:t>
            </w:r>
          </w:p>
          <w:p w14:paraId="38FB2CA6" w14:textId="77777777" w:rsidR="00CE073C" w:rsidRPr="004B01AD" w:rsidRDefault="00CE073C" w:rsidP="00CE073C">
            <w:pPr>
              <w:jc w:val="center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GA20</w:t>
            </w:r>
          </w:p>
        </w:tc>
        <w:tc>
          <w:tcPr>
            <w:tcW w:w="5803" w:type="dxa"/>
          </w:tcPr>
          <w:p w14:paraId="16ECB7A5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Griglia di aspirazione aria con profilo diritto, in alluminio.</w:t>
            </w:r>
          </w:p>
          <w:p w14:paraId="124DF888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Presenza dei fori di fissaggio sulla cornice.</w:t>
            </w:r>
          </w:p>
          <w:p w14:paraId="544426BD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Prevista per l’accoppiamento al raccordo di aspirazione aria RA20 per il ventilconvettore da incasso SILENCE THIN ETI 220.</w:t>
            </w:r>
          </w:p>
          <w:p w14:paraId="558EF661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4B01AD">
              <w:rPr>
                <w:rFonts w:ascii="Poppins" w:hAnsi="Poppins" w:cs="Poppins"/>
                <w:color w:val="000000"/>
                <w:sz w:val="20"/>
              </w:rPr>
              <w:t>Dimensioni (LxHxP) 334x150x30(6) mm</w:t>
            </w:r>
          </w:p>
          <w:p w14:paraId="688EB948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4666FB63" w14:textId="0EC94550" w:rsidR="00CE073C" w:rsidRPr="004B01AD" w:rsidRDefault="00CE073C" w:rsidP="00CE073C">
            <w:pPr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4B01AD">
              <w:rPr>
                <w:rFonts w:ascii="Poppins" w:hAnsi="Poppins" w:cs="Poppins"/>
                <w:b/>
                <w:sz w:val="20"/>
              </w:rPr>
              <w:t xml:space="preserve"> – Modello Griglia di aspirazione aria per installazione da incasso GA20 o equivalente</w:t>
            </w:r>
            <w:r w:rsidR="00CD3B79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E073C" w14:paraId="5D7799B4" w14:textId="77777777" w:rsidTr="004B01AD">
        <w:tc>
          <w:tcPr>
            <w:tcW w:w="1398" w:type="dxa"/>
          </w:tcPr>
          <w:p w14:paraId="244A0BE8" w14:textId="77777777" w:rsidR="00CE073C" w:rsidRPr="004B01AD" w:rsidRDefault="00CE073C" w:rsidP="00CE073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07524920</w:t>
            </w:r>
          </w:p>
        </w:tc>
        <w:tc>
          <w:tcPr>
            <w:tcW w:w="2297" w:type="dxa"/>
          </w:tcPr>
          <w:p w14:paraId="47B77DA6" w14:textId="77777777" w:rsidR="00CE073C" w:rsidRPr="004B01AD" w:rsidRDefault="00CE073C" w:rsidP="00CE073C">
            <w:pPr>
              <w:jc w:val="center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Griglia di aspirazione aria per installazione da incasso</w:t>
            </w:r>
          </w:p>
          <w:p w14:paraId="655C3640" w14:textId="77777777" w:rsidR="00CE073C" w:rsidRPr="004B01AD" w:rsidRDefault="00CE073C" w:rsidP="00CE073C">
            <w:pPr>
              <w:jc w:val="center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GA40</w:t>
            </w:r>
          </w:p>
        </w:tc>
        <w:tc>
          <w:tcPr>
            <w:tcW w:w="5803" w:type="dxa"/>
          </w:tcPr>
          <w:p w14:paraId="1D9A1323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Griglia di aspirazione aria con profilo diritto, in alluminio.</w:t>
            </w:r>
          </w:p>
          <w:p w14:paraId="3ADCF00B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Presenza dei fori di fissaggio sulla cornice.</w:t>
            </w:r>
          </w:p>
          <w:p w14:paraId="48F1B707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Prevista per l’accoppiamento al raccordo di aspirazione aria RA40 per il ventilconvettore da incasso SILENCE THIN ETI 240.</w:t>
            </w:r>
          </w:p>
          <w:p w14:paraId="7C0769FF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4B01AD">
              <w:rPr>
                <w:rFonts w:ascii="Poppins" w:hAnsi="Poppins" w:cs="Poppins"/>
                <w:color w:val="000000"/>
                <w:sz w:val="20"/>
              </w:rPr>
              <w:t>Dimensioni (LxHxP) 534x150x30(6) mm</w:t>
            </w:r>
          </w:p>
          <w:p w14:paraId="437A4F67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4644EE52" w14:textId="6C0A5BFC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4B01AD">
              <w:rPr>
                <w:rFonts w:ascii="Poppins" w:hAnsi="Poppins" w:cs="Poppins"/>
                <w:b/>
                <w:sz w:val="20"/>
              </w:rPr>
              <w:t xml:space="preserve"> – Modello Griglia di aspirazione aria per installazione da incasso GA40 o equivalente</w:t>
            </w:r>
            <w:r w:rsidR="00CD3B79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E073C" w14:paraId="2F5079E1" w14:textId="77777777" w:rsidTr="004B01AD">
        <w:tc>
          <w:tcPr>
            <w:tcW w:w="1398" w:type="dxa"/>
          </w:tcPr>
          <w:p w14:paraId="50506708" w14:textId="77777777" w:rsidR="00CE073C" w:rsidRPr="004B01AD" w:rsidRDefault="00CE073C" w:rsidP="00CE073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lastRenderedPageBreak/>
              <w:t>07524930</w:t>
            </w:r>
          </w:p>
        </w:tc>
        <w:tc>
          <w:tcPr>
            <w:tcW w:w="2297" w:type="dxa"/>
          </w:tcPr>
          <w:p w14:paraId="378D732D" w14:textId="77777777" w:rsidR="00CE073C" w:rsidRPr="004B01AD" w:rsidRDefault="00CE073C" w:rsidP="00CE073C">
            <w:pPr>
              <w:jc w:val="center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Griglia di aspirazione aria per installazione da incasso</w:t>
            </w:r>
          </w:p>
          <w:p w14:paraId="488853F2" w14:textId="77777777" w:rsidR="00CE073C" w:rsidRPr="004B01AD" w:rsidRDefault="00CE073C" w:rsidP="00CE073C">
            <w:pPr>
              <w:jc w:val="center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GA60</w:t>
            </w:r>
          </w:p>
        </w:tc>
        <w:tc>
          <w:tcPr>
            <w:tcW w:w="5803" w:type="dxa"/>
          </w:tcPr>
          <w:p w14:paraId="31095982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Griglia di aspirazione aria con profilo diritto, in alluminio.</w:t>
            </w:r>
          </w:p>
          <w:p w14:paraId="4EBBADF6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Presenza dei fori di fissaggio sulla cornice.</w:t>
            </w:r>
          </w:p>
          <w:p w14:paraId="110D9920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Prevista per l’accoppiamento al raccordo di aspirazione aria RA60 per il ventilconvettore da incasso SILENCE THIN ETI 260.</w:t>
            </w:r>
          </w:p>
          <w:p w14:paraId="51B82389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4B01AD">
              <w:rPr>
                <w:rFonts w:ascii="Poppins" w:hAnsi="Poppins" w:cs="Poppins"/>
                <w:color w:val="000000"/>
                <w:sz w:val="20"/>
              </w:rPr>
              <w:t>Dimensioni (LxHxP) 734x150x30(6) mm</w:t>
            </w:r>
          </w:p>
          <w:p w14:paraId="2038207A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2442BCC4" w14:textId="273EE550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4B01AD">
              <w:rPr>
                <w:rFonts w:ascii="Poppins" w:hAnsi="Poppins" w:cs="Poppins"/>
                <w:b/>
                <w:sz w:val="20"/>
              </w:rPr>
              <w:t xml:space="preserve"> – Modello Griglia di aspirazione aria per installazione da incasso GA60 o equivalente</w:t>
            </w:r>
            <w:r w:rsidR="00CD3B79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E073C" w14:paraId="3192B08C" w14:textId="77777777" w:rsidTr="004B01AD">
        <w:tc>
          <w:tcPr>
            <w:tcW w:w="1398" w:type="dxa"/>
          </w:tcPr>
          <w:p w14:paraId="3D607BF0" w14:textId="77777777" w:rsidR="00CE073C" w:rsidRPr="004B01AD" w:rsidRDefault="00CE073C" w:rsidP="00CE073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07524940</w:t>
            </w:r>
          </w:p>
        </w:tc>
        <w:tc>
          <w:tcPr>
            <w:tcW w:w="2297" w:type="dxa"/>
          </w:tcPr>
          <w:p w14:paraId="397F7FCD" w14:textId="77777777" w:rsidR="00CE073C" w:rsidRPr="004B01AD" w:rsidRDefault="00CE073C" w:rsidP="00CE073C">
            <w:pPr>
              <w:jc w:val="center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Griglia di aspirazione aria per installazione da incasso</w:t>
            </w:r>
          </w:p>
          <w:p w14:paraId="6B56BE9A" w14:textId="77777777" w:rsidR="00CE073C" w:rsidRPr="004B01AD" w:rsidRDefault="00CE073C" w:rsidP="00CE073C">
            <w:pPr>
              <w:jc w:val="center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GA80</w:t>
            </w:r>
          </w:p>
        </w:tc>
        <w:tc>
          <w:tcPr>
            <w:tcW w:w="5803" w:type="dxa"/>
          </w:tcPr>
          <w:p w14:paraId="79DAFFB2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Griglia di aspirazione aria con profilo diritto, in alluminio.</w:t>
            </w:r>
          </w:p>
          <w:p w14:paraId="61904347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Presenza dei fori di fissaggio sulla cornice.</w:t>
            </w:r>
          </w:p>
          <w:p w14:paraId="7671DF1E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Prevista per l’accoppiamento al raccordo di aspirazione aria RA80 per il ventilconvettore da incasso SILENCE THIN ETI 280.</w:t>
            </w:r>
          </w:p>
          <w:p w14:paraId="09898A6C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4B01AD">
              <w:rPr>
                <w:rFonts w:ascii="Poppins" w:hAnsi="Poppins" w:cs="Poppins"/>
                <w:color w:val="000000"/>
                <w:sz w:val="20"/>
              </w:rPr>
              <w:t>Dimensioni (LxHxP) 934x150x30(6) mm</w:t>
            </w:r>
          </w:p>
          <w:p w14:paraId="7C9002E9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3BCC8EE5" w14:textId="6CF207EF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4B01AD">
              <w:rPr>
                <w:rFonts w:ascii="Poppins" w:hAnsi="Poppins" w:cs="Poppins"/>
                <w:b/>
                <w:sz w:val="20"/>
              </w:rPr>
              <w:t xml:space="preserve"> – Modello Griglia di aspirazione aria per installazione da incasso GA80 o equivalente</w:t>
            </w:r>
            <w:r w:rsidR="00CD3B79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E073C" w14:paraId="14FD5F21" w14:textId="77777777" w:rsidTr="004B01AD">
        <w:tc>
          <w:tcPr>
            <w:tcW w:w="1398" w:type="dxa"/>
          </w:tcPr>
          <w:p w14:paraId="638BBE07" w14:textId="77777777" w:rsidR="00CE073C" w:rsidRPr="004B01AD" w:rsidRDefault="00CE073C" w:rsidP="00CE073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07524810</w:t>
            </w:r>
          </w:p>
        </w:tc>
        <w:tc>
          <w:tcPr>
            <w:tcW w:w="2297" w:type="dxa"/>
          </w:tcPr>
          <w:p w14:paraId="03060437" w14:textId="77777777" w:rsidR="00CE073C" w:rsidRPr="004B01AD" w:rsidRDefault="00CE073C" w:rsidP="00CE073C">
            <w:pPr>
              <w:jc w:val="center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Bocchetta di mandata aria per installazione da incasso</w:t>
            </w:r>
          </w:p>
          <w:p w14:paraId="18DC5427" w14:textId="77777777" w:rsidR="00CE073C" w:rsidRPr="004B01AD" w:rsidRDefault="00CE073C" w:rsidP="00CE073C">
            <w:pPr>
              <w:jc w:val="center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BM20</w:t>
            </w:r>
          </w:p>
        </w:tc>
        <w:tc>
          <w:tcPr>
            <w:tcW w:w="5803" w:type="dxa"/>
          </w:tcPr>
          <w:p w14:paraId="5795090D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Bocchetta di mandata aria con profilo diritto, in alluminio.</w:t>
            </w:r>
          </w:p>
          <w:p w14:paraId="0B892100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Doppio filare di alette per regolazione verticale ed orizzontale del flusso d’aria.</w:t>
            </w:r>
          </w:p>
          <w:p w14:paraId="26C3B858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Presenza dei fori di fissaggio sulla cornice.</w:t>
            </w:r>
          </w:p>
          <w:p w14:paraId="3D83DC6A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Prevista per l’accoppiamento al canale mandata aria telescopico CT20 o curvo 90° C9020 per il ventilconvettore da incasso SILENCE THIN ETI 220.</w:t>
            </w:r>
          </w:p>
          <w:p w14:paraId="06AB9D30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4B01AD">
              <w:rPr>
                <w:rFonts w:ascii="Poppins" w:hAnsi="Poppins" w:cs="Poppins"/>
                <w:color w:val="000000"/>
                <w:sz w:val="20"/>
              </w:rPr>
              <w:t>Dimensioni (LxHxP) 334x128x45(6) mm</w:t>
            </w:r>
          </w:p>
          <w:p w14:paraId="00B9E347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7650CE0A" w14:textId="36AEBD62" w:rsidR="00CE073C" w:rsidRPr="004B01AD" w:rsidRDefault="00CE073C" w:rsidP="00CE073C">
            <w:pPr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4B01AD">
              <w:rPr>
                <w:rFonts w:ascii="Poppins" w:hAnsi="Poppins" w:cs="Poppins"/>
                <w:b/>
                <w:sz w:val="20"/>
              </w:rPr>
              <w:t xml:space="preserve"> – Modello Bocchetta di mandata aria per installazione da incasso BM20 o equivalente</w:t>
            </w:r>
            <w:r w:rsidR="00CD3B79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E073C" w14:paraId="755EB192" w14:textId="77777777" w:rsidTr="004B01AD">
        <w:tc>
          <w:tcPr>
            <w:tcW w:w="1398" w:type="dxa"/>
          </w:tcPr>
          <w:p w14:paraId="57373FFE" w14:textId="77777777" w:rsidR="00CE073C" w:rsidRPr="004B01AD" w:rsidRDefault="00CE073C" w:rsidP="00CE073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07524820</w:t>
            </w:r>
          </w:p>
        </w:tc>
        <w:tc>
          <w:tcPr>
            <w:tcW w:w="2297" w:type="dxa"/>
          </w:tcPr>
          <w:p w14:paraId="7D9EC64A" w14:textId="77777777" w:rsidR="00CE073C" w:rsidRPr="004B01AD" w:rsidRDefault="00CE073C" w:rsidP="00CE073C">
            <w:pPr>
              <w:jc w:val="center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Bocchetta di mandata aria per installazione da incasso</w:t>
            </w:r>
          </w:p>
          <w:p w14:paraId="4F2A0EFA" w14:textId="77777777" w:rsidR="00CE073C" w:rsidRPr="004B01AD" w:rsidRDefault="00CE073C" w:rsidP="00CE073C">
            <w:pPr>
              <w:jc w:val="center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BM40</w:t>
            </w:r>
          </w:p>
        </w:tc>
        <w:tc>
          <w:tcPr>
            <w:tcW w:w="5803" w:type="dxa"/>
          </w:tcPr>
          <w:p w14:paraId="1B8D5DAC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Bocchetta di mandata aria con profilo diritto, in alluminio.</w:t>
            </w:r>
          </w:p>
          <w:p w14:paraId="194F4297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Doppio filare di alette per regolazione verticale ed orizzontale del flusso d’aria.</w:t>
            </w:r>
          </w:p>
          <w:p w14:paraId="10BA49B0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Presenza dei fori di fissaggio sulla cornice.</w:t>
            </w:r>
          </w:p>
          <w:p w14:paraId="55A9AC91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Prevista per l’accoppiamento al canale mandata aria telescopico CT40 o curvo 90° C9040 per il ventilconvettore da incasso SILENCE THIN ETI 240.</w:t>
            </w:r>
          </w:p>
          <w:p w14:paraId="694E2964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4B01AD">
              <w:rPr>
                <w:rFonts w:ascii="Poppins" w:hAnsi="Poppins" w:cs="Poppins"/>
                <w:color w:val="000000"/>
                <w:sz w:val="20"/>
              </w:rPr>
              <w:t>Dimensioni (LxHxP) 534x128x45(6) mm</w:t>
            </w:r>
          </w:p>
          <w:p w14:paraId="7696BEB0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101E4C38" w14:textId="17A2134B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b/>
                <w:sz w:val="20"/>
              </w:rPr>
              <w:lastRenderedPageBreak/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4B01AD">
              <w:rPr>
                <w:rFonts w:ascii="Poppins" w:hAnsi="Poppins" w:cs="Poppins"/>
                <w:b/>
                <w:sz w:val="20"/>
              </w:rPr>
              <w:t xml:space="preserve"> – Modello Bocchetta di mandata aria per installazione da incasso BM40 o equivalente</w:t>
            </w:r>
            <w:r w:rsidR="00CD3B79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E073C" w14:paraId="5932497B" w14:textId="77777777" w:rsidTr="004B01AD">
        <w:tc>
          <w:tcPr>
            <w:tcW w:w="1398" w:type="dxa"/>
          </w:tcPr>
          <w:p w14:paraId="4CCF14D7" w14:textId="77777777" w:rsidR="00CE073C" w:rsidRPr="004B01AD" w:rsidRDefault="00CE073C" w:rsidP="00CE073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lastRenderedPageBreak/>
              <w:t>07524830</w:t>
            </w:r>
          </w:p>
        </w:tc>
        <w:tc>
          <w:tcPr>
            <w:tcW w:w="2297" w:type="dxa"/>
          </w:tcPr>
          <w:p w14:paraId="3F5F5E0A" w14:textId="77777777" w:rsidR="00CE073C" w:rsidRPr="004B01AD" w:rsidRDefault="00CE073C" w:rsidP="00CE073C">
            <w:pPr>
              <w:jc w:val="center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Bocchetta di mandata aria per installazione da incasso</w:t>
            </w:r>
          </w:p>
          <w:p w14:paraId="48A7689E" w14:textId="77777777" w:rsidR="00CE073C" w:rsidRPr="004B01AD" w:rsidRDefault="00CE073C" w:rsidP="00CE073C">
            <w:pPr>
              <w:jc w:val="center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BM60</w:t>
            </w:r>
          </w:p>
        </w:tc>
        <w:tc>
          <w:tcPr>
            <w:tcW w:w="5803" w:type="dxa"/>
          </w:tcPr>
          <w:p w14:paraId="59655E12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Bocchetta di mandata aria con profilo diritto, in alluminio.</w:t>
            </w:r>
          </w:p>
          <w:p w14:paraId="20D6CF3A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Doppio filare di alette per regolazione verticale ed orizzontale del flusso d’aria.</w:t>
            </w:r>
          </w:p>
          <w:p w14:paraId="6BD8B31E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Presenza dei fori di fissaggio sulla cornice.</w:t>
            </w:r>
          </w:p>
          <w:p w14:paraId="735C77F0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Prevista per l’accoppiamento al canale mandata aria telescopico CT60 o curvo 90° C9060 per il ventilconvettore da incasso SILENCE THIN ETI 260.</w:t>
            </w:r>
          </w:p>
          <w:p w14:paraId="3D721DB6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4B01AD">
              <w:rPr>
                <w:rFonts w:ascii="Poppins" w:hAnsi="Poppins" w:cs="Poppins"/>
                <w:color w:val="000000"/>
                <w:sz w:val="20"/>
              </w:rPr>
              <w:t>Dimensioni (LxHxP) 734x128x45(6) mm</w:t>
            </w:r>
          </w:p>
          <w:p w14:paraId="5DEA9BC4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0C66A771" w14:textId="2C554B88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4B01AD">
              <w:rPr>
                <w:rFonts w:ascii="Poppins" w:hAnsi="Poppins" w:cs="Poppins"/>
                <w:b/>
                <w:sz w:val="20"/>
              </w:rPr>
              <w:t xml:space="preserve"> – Modello Bocchetta di mandata aria per installazione da incasso BM60 o equivalente</w:t>
            </w:r>
            <w:r w:rsidR="00CD3B79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E073C" w14:paraId="22AB09C7" w14:textId="77777777" w:rsidTr="004B01AD">
        <w:tc>
          <w:tcPr>
            <w:tcW w:w="1398" w:type="dxa"/>
          </w:tcPr>
          <w:p w14:paraId="7939CCB2" w14:textId="77777777" w:rsidR="00CE073C" w:rsidRPr="004B01AD" w:rsidRDefault="00CE073C" w:rsidP="00CE073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07524840</w:t>
            </w:r>
          </w:p>
        </w:tc>
        <w:tc>
          <w:tcPr>
            <w:tcW w:w="2297" w:type="dxa"/>
          </w:tcPr>
          <w:p w14:paraId="396EC0C6" w14:textId="77777777" w:rsidR="00CE073C" w:rsidRPr="004B01AD" w:rsidRDefault="00CE073C" w:rsidP="00CE073C">
            <w:pPr>
              <w:jc w:val="center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Bocchetta di mandata aria per installazione da incasso</w:t>
            </w:r>
          </w:p>
          <w:p w14:paraId="68E64C5C" w14:textId="77777777" w:rsidR="00CE073C" w:rsidRPr="004B01AD" w:rsidRDefault="00CE073C" w:rsidP="00CE073C">
            <w:pPr>
              <w:jc w:val="center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BM80</w:t>
            </w:r>
          </w:p>
        </w:tc>
        <w:tc>
          <w:tcPr>
            <w:tcW w:w="5803" w:type="dxa"/>
          </w:tcPr>
          <w:p w14:paraId="660C5CDB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Bocchetta di mandata aria con profilo diritto, in alluminio.</w:t>
            </w:r>
          </w:p>
          <w:p w14:paraId="03532BEF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Doppio filare di alette per regolazione verticale ed orizzontale del flusso d’aria.</w:t>
            </w:r>
          </w:p>
          <w:p w14:paraId="28C9124B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Presenza dei fori di fissaggio sulla cornice.</w:t>
            </w:r>
          </w:p>
          <w:p w14:paraId="44CF9001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Prevista per l’accoppiamento al canale mandata aria telescopico CT80 o curvo 90° C9060 per il ventilconvettore da incasso SILENCE THIN ETI 280.</w:t>
            </w:r>
          </w:p>
          <w:p w14:paraId="69D44F27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4B01AD">
              <w:rPr>
                <w:rFonts w:ascii="Poppins" w:hAnsi="Poppins" w:cs="Poppins"/>
                <w:color w:val="000000"/>
                <w:sz w:val="20"/>
              </w:rPr>
              <w:t>Dimensioni (LxHxP) 934x128x45(6) mm</w:t>
            </w:r>
          </w:p>
          <w:p w14:paraId="10ED6E60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7FB01F3B" w14:textId="3CF35333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4B01AD">
              <w:rPr>
                <w:rFonts w:ascii="Poppins" w:hAnsi="Poppins" w:cs="Poppins"/>
                <w:b/>
                <w:sz w:val="20"/>
              </w:rPr>
              <w:t xml:space="preserve"> – Modello Bocchetta di mandata aria per installazione da incasso BM80 o equivalente</w:t>
            </w:r>
            <w:r w:rsidR="00CD3B79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E073C" w14:paraId="326BB53A" w14:textId="77777777" w:rsidTr="004B01AD">
        <w:tc>
          <w:tcPr>
            <w:tcW w:w="1398" w:type="dxa"/>
          </w:tcPr>
          <w:p w14:paraId="16A2EE23" w14:textId="77777777" w:rsidR="00CE073C" w:rsidRPr="004B01AD" w:rsidRDefault="00CE073C" w:rsidP="00CE073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07524100</w:t>
            </w:r>
          </w:p>
        </w:tc>
        <w:tc>
          <w:tcPr>
            <w:tcW w:w="2297" w:type="dxa"/>
          </w:tcPr>
          <w:p w14:paraId="03967C33" w14:textId="77777777" w:rsidR="00CE073C" w:rsidRPr="004B01AD" w:rsidRDefault="00CE073C" w:rsidP="00CE073C">
            <w:pPr>
              <w:jc w:val="center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Kit valvola motorizzata a 2 vie per ETWW</w:t>
            </w:r>
          </w:p>
        </w:tc>
        <w:tc>
          <w:tcPr>
            <w:tcW w:w="5803" w:type="dxa"/>
          </w:tcPr>
          <w:p w14:paraId="3F276EF1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Kit valvola motorizzata a 2 vie per SILENCE THIN ETM-ETI</w:t>
            </w:r>
            <w:r w:rsidRPr="004B01AD">
              <w:rPr>
                <w:rFonts w:ascii="Poppins" w:hAnsi="Poppins" w:cs="Poppins"/>
                <w:color w:val="000000"/>
                <w:sz w:val="20"/>
              </w:rPr>
              <w:t>, completa di valvola di intercettazione con servomotore elettrotermico NC, 230 Vac – 50 Hz e detentore.</w:t>
            </w:r>
          </w:p>
          <w:p w14:paraId="66D7F927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067E32B3" w14:textId="29EFCE13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4B01AD">
              <w:rPr>
                <w:rFonts w:ascii="Poppins" w:hAnsi="Poppins" w:cs="Poppins"/>
                <w:b/>
                <w:sz w:val="20"/>
              </w:rPr>
              <w:t xml:space="preserve"> – Modello Kit valvola motorizzata a 2 vie per SILENCE THIN ETM-ETI o equivalente</w:t>
            </w:r>
            <w:r w:rsidR="00CD3B79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E073C" w14:paraId="60E05E93" w14:textId="77777777" w:rsidTr="004B01AD">
        <w:tc>
          <w:tcPr>
            <w:tcW w:w="1398" w:type="dxa"/>
          </w:tcPr>
          <w:p w14:paraId="69142E63" w14:textId="77777777" w:rsidR="00CE073C" w:rsidRPr="004B01AD" w:rsidRDefault="00CE073C" w:rsidP="00CE073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07524090</w:t>
            </w:r>
          </w:p>
        </w:tc>
        <w:tc>
          <w:tcPr>
            <w:tcW w:w="2297" w:type="dxa"/>
          </w:tcPr>
          <w:p w14:paraId="46446E45" w14:textId="77777777" w:rsidR="00CE073C" w:rsidRPr="004B01AD" w:rsidRDefault="00CE073C" w:rsidP="00CE073C">
            <w:pPr>
              <w:jc w:val="center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Kit valvola motorizzata a 3 vie per ETWW</w:t>
            </w:r>
          </w:p>
        </w:tc>
        <w:tc>
          <w:tcPr>
            <w:tcW w:w="5803" w:type="dxa"/>
          </w:tcPr>
          <w:p w14:paraId="4A4732E5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Kit valvola motorizzata a 3 vie per SILENCE THIN ETM-ETI</w:t>
            </w:r>
            <w:r w:rsidRPr="004B01AD">
              <w:rPr>
                <w:rFonts w:ascii="Poppins" w:hAnsi="Poppins" w:cs="Poppins"/>
                <w:color w:val="000000"/>
                <w:sz w:val="20"/>
              </w:rPr>
              <w:t>, completa di valvola di deviazione con servomotore elettrotermico NC, 230 Vac – 50 Hz, by-pass calibrato e detentore.</w:t>
            </w:r>
          </w:p>
          <w:p w14:paraId="28784F43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</w:p>
          <w:p w14:paraId="2A858F8A" w14:textId="1766356B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4B01AD">
              <w:rPr>
                <w:rFonts w:ascii="Poppins" w:hAnsi="Poppins" w:cs="Poppins"/>
                <w:b/>
                <w:sz w:val="20"/>
              </w:rPr>
              <w:t xml:space="preserve"> – Modello Kit valvola motorizzata a 3 vie per SILENCE THIN ETM-ETI o equivalente</w:t>
            </w:r>
            <w:r w:rsidR="00CD3B79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E073C" w14:paraId="1FA3D504" w14:textId="77777777" w:rsidTr="004B01AD">
        <w:tc>
          <w:tcPr>
            <w:tcW w:w="1398" w:type="dxa"/>
          </w:tcPr>
          <w:p w14:paraId="1A990525" w14:textId="77777777" w:rsidR="00CE073C" w:rsidRPr="004B01AD" w:rsidRDefault="00CE073C" w:rsidP="00CE073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07525010</w:t>
            </w:r>
          </w:p>
        </w:tc>
        <w:tc>
          <w:tcPr>
            <w:tcW w:w="2297" w:type="dxa"/>
          </w:tcPr>
          <w:p w14:paraId="7B672AD0" w14:textId="4472BA16" w:rsidR="00CE073C" w:rsidRPr="004B01AD" w:rsidRDefault="00CE073C" w:rsidP="00CE073C">
            <w:pPr>
              <w:jc w:val="center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 xml:space="preserve">Kit coppia adattatori </w:t>
            </w:r>
            <w:r w:rsidR="00CD3B79">
              <w:rPr>
                <w:rFonts w:ascii="Poppins" w:hAnsi="Poppins" w:cs="Poppins"/>
                <w:sz w:val="20"/>
              </w:rPr>
              <w:t>3/4</w:t>
            </w:r>
            <w:r w:rsidRPr="004B01AD">
              <w:rPr>
                <w:rFonts w:ascii="Poppins" w:hAnsi="Poppins" w:cs="Poppins"/>
                <w:sz w:val="20"/>
              </w:rPr>
              <w:t xml:space="preserve">” Eurocono – </w:t>
            </w:r>
            <w:r w:rsidRPr="004B01AD">
              <w:rPr>
                <w:rFonts w:ascii="Poppins" w:hAnsi="Poppins" w:cs="Poppins"/>
                <w:sz w:val="20"/>
              </w:rPr>
              <w:lastRenderedPageBreak/>
              <w:t>battuta piana per ETWW, SILENCE THIN ETM, ETI</w:t>
            </w:r>
          </w:p>
        </w:tc>
        <w:tc>
          <w:tcPr>
            <w:tcW w:w="5803" w:type="dxa"/>
          </w:tcPr>
          <w:p w14:paraId="3FE26D9E" w14:textId="7665E18A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lastRenderedPageBreak/>
              <w:t xml:space="preserve">Kit coppia adattatori </w:t>
            </w:r>
            <w:r w:rsidR="00CD3B79">
              <w:rPr>
                <w:rFonts w:ascii="Poppins" w:hAnsi="Poppins" w:cs="Poppins"/>
                <w:sz w:val="20"/>
              </w:rPr>
              <w:t>3/4</w:t>
            </w:r>
            <w:r w:rsidRPr="004B01AD">
              <w:rPr>
                <w:rFonts w:ascii="Poppins" w:hAnsi="Poppins" w:cs="Poppins"/>
                <w:sz w:val="20"/>
              </w:rPr>
              <w:t>” Eurocono – battuta piana per ETWW, SILENCE THIN ETM, ETI.</w:t>
            </w:r>
          </w:p>
          <w:p w14:paraId="6C940A35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lastRenderedPageBreak/>
              <w:t>In ottone con O-Ring.</w:t>
            </w:r>
          </w:p>
          <w:p w14:paraId="06587BDC" w14:textId="45221C3C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color w:val="000000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 xml:space="preserve">Permette la trasformazione dei terminali </w:t>
            </w:r>
            <w:r w:rsidR="00CD3B79">
              <w:rPr>
                <w:rFonts w:ascii="Poppins" w:hAnsi="Poppins" w:cs="Poppins"/>
                <w:sz w:val="20"/>
              </w:rPr>
              <w:t>3/4</w:t>
            </w:r>
            <w:r w:rsidRPr="004B01AD">
              <w:rPr>
                <w:rFonts w:ascii="Poppins" w:hAnsi="Poppins" w:cs="Poppins"/>
                <w:sz w:val="20"/>
              </w:rPr>
              <w:t xml:space="preserve">” Eurocono in attacchi M </w:t>
            </w:r>
            <w:r w:rsidR="00CD3B79">
              <w:rPr>
                <w:rFonts w:ascii="Poppins" w:hAnsi="Poppins" w:cs="Poppins"/>
                <w:sz w:val="20"/>
              </w:rPr>
              <w:t>3/4</w:t>
            </w:r>
            <w:r w:rsidRPr="004B01AD">
              <w:rPr>
                <w:rFonts w:ascii="Poppins" w:hAnsi="Poppins" w:cs="Poppins"/>
                <w:sz w:val="20"/>
              </w:rPr>
              <w:t>”.</w:t>
            </w:r>
          </w:p>
          <w:p w14:paraId="0B9449EB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52E4692D" w14:textId="5D38D702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4B01AD">
              <w:rPr>
                <w:rFonts w:ascii="Poppins" w:hAnsi="Poppins" w:cs="Poppins"/>
                <w:b/>
                <w:sz w:val="20"/>
              </w:rPr>
              <w:t xml:space="preserve"> – Modello Kit coppia adattatori </w:t>
            </w:r>
            <w:r w:rsidR="00CD3B79">
              <w:rPr>
                <w:rFonts w:ascii="Poppins" w:hAnsi="Poppins" w:cs="Poppins"/>
                <w:b/>
                <w:sz w:val="20"/>
              </w:rPr>
              <w:t>3/4</w:t>
            </w:r>
            <w:r w:rsidRPr="004B01AD">
              <w:rPr>
                <w:rFonts w:ascii="Poppins" w:hAnsi="Poppins" w:cs="Poppins"/>
                <w:b/>
                <w:sz w:val="20"/>
              </w:rPr>
              <w:t>” Eurocono – battuta piana per ETWW, SILENCE THIN ETM, ETI o equivalente</w:t>
            </w:r>
            <w:r w:rsidR="00CD3B79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CE073C" w14:paraId="05DA2743" w14:textId="77777777" w:rsidTr="004B01AD">
        <w:tc>
          <w:tcPr>
            <w:tcW w:w="1398" w:type="dxa"/>
          </w:tcPr>
          <w:p w14:paraId="6B2FC2FB" w14:textId="77777777" w:rsidR="00CE073C" w:rsidRPr="004B01AD" w:rsidRDefault="00CE073C" w:rsidP="00CE073C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lastRenderedPageBreak/>
              <w:t>07525020</w:t>
            </w:r>
          </w:p>
        </w:tc>
        <w:tc>
          <w:tcPr>
            <w:tcW w:w="2297" w:type="dxa"/>
          </w:tcPr>
          <w:p w14:paraId="225810CB" w14:textId="4659F5A8" w:rsidR="00CE073C" w:rsidRPr="004B01AD" w:rsidRDefault="00CE073C" w:rsidP="00CE073C">
            <w:pPr>
              <w:autoSpaceDE w:val="0"/>
              <w:autoSpaceDN w:val="0"/>
              <w:adjustRightInd w:val="0"/>
              <w:jc w:val="center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 xml:space="preserve">Kit distanziale </w:t>
            </w:r>
            <w:r w:rsidR="00CD3B79">
              <w:rPr>
                <w:rFonts w:ascii="Poppins" w:hAnsi="Poppins" w:cs="Poppins"/>
                <w:sz w:val="20"/>
              </w:rPr>
              <w:t>3/4</w:t>
            </w:r>
            <w:r w:rsidRPr="004B01AD">
              <w:rPr>
                <w:rFonts w:ascii="Poppins" w:hAnsi="Poppins" w:cs="Poppins"/>
                <w:sz w:val="20"/>
              </w:rPr>
              <w:t xml:space="preserve">” Eurocono </w:t>
            </w:r>
          </w:p>
          <w:p w14:paraId="27890E18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center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>DIST 3-4</w:t>
            </w:r>
          </w:p>
        </w:tc>
        <w:tc>
          <w:tcPr>
            <w:tcW w:w="5803" w:type="dxa"/>
          </w:tcPr>
          <w:p w14:paraId="4FEE7A19" w14:textId="5C8CB8AE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sz w:val="20"/>
              </w:rPr>
              <w:t xml:space="preserve">Tronchetto distanziatore </w:t>
            </w:r>
            <w:r w:rsidR="00CD3B79">
              <w:rPr>
                <w:rFonts w:ascii="Poppins" w:hAnsi="Poppins" w:cs="Poppins"/>
                <w:sz w:val="20"/>
              </w:rPr>
              <w:t>3/4</w:t>
            </w:r>
            <w:r w:rsidRPr="004B01AD">
              <w:rPr>
                <w:rFonts w:ascii="Poppins" w:hAnsi="Poppins" w:cs="Poppins"/>
                <w:sz w:val="20"/>
              </w:rPr>
              <w:t>” Eurocono per SILENCE THIN ETM e ETI da impiegare nel caso di attacchi idraulici a muro.</w:t>
            </w:r>
          </w:p>
          <w:p w14:paraId="0ACEE096" w14:textId="77777777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</w:p>
          <w:p w14:paraId="3D8A8341" w14:textId="59F4A5E6" w:rsidR="00CE073C" w:rsidRPr="004B01AD" w:rsidRDefault="00CE073C" w:rsidP="00CE073C">
            <w:pPr>
              <w:autoSpaceDE w:val="0"/>
              <w:autoSpaceDN w:val="0"/>
              <w:adjustRightInd w:val="0"/>
              <w:jc w:val="both"/>
              <w:rPr>
                <w:rFonts w:ascii="Poppins" w:hAnsi="Poppins" w:cs="Poppins"/>
                <w:sz w:val="20"/>
              </w:rPr>
            </w:pPr>
            <w:r w:rsidRPr="004B01AD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4B01AD">
              <w:rPr>
                <w:rFonts w:ascii="Poppins" w:hAnsi="Poppins" w:cs="Poppins"/>
                <w:b/>
                <w:sz w:val="20"/>
              </w:rPr>
              <w:t xml:space="preserve"> – Modello DIST 3-4 o equivalente</w:t>
            </w:r>
            <w:r w:rsidR="00CD3B79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</w:tbl>
    <w:p w14:paraId="1D20F63B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2150E" w14:textId="77777777" w:rsidR="0011319B" w:rsidRDefault="0011319B">
      <w:r>
        <w:separator/>
      </w:r>
    </w:p>
  </w:endnote>
  <w:endnote w:type="continuationSeparator" w:id="0">
    <w:p w14:paraId="21B46ADE" w14:textId="77777777" w:rsidR="0011319B" w:rsidRDefault="001131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00000001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G Omeg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4DDB5" w14:textId="77777777" w:rsidR="008C2F88" w:rsidRDefault="008C2F88"/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8C2F88" w14:paraId="3AEB074D" w14:textId="77777777" w:rsidTr="004706FD">
      <w:tc>
        <w:tcPr>
          <w:tcW w:w="4534" w:type="dxa"/>
        </w:tcPr>
        <w:p w14:paraId="4AAA2EA9" w14:textId="77BA1562" w:rsidR="008C2F88" w:rsidRPr="00C86331" w:rsidRDefault="008C2F88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4B01AD">
            <w:rPr>
              <w:rFonts w:ascii="Poppins" w:hAnsi="Poppins" w:cs="Poppins"/>
              <w:iCs/>
              <w:noProof/>
              <w:sz w:val="16"/>
            </w:rPr>
            <w:t xml:space="preserve">Accessori per ventilconvettori </w:t>
          </w:r>
          <w:r w:rsidR="00633A3B">
            <w:rPr>
              <w:rFonts w:ascii="Poppins" w:hAnsi="Poppins" w:cs="Poppins"/>
              <w:iCs/>
              <w:noProof/>
              <w:sz w:val="16"/>
            </w:rPr>
            <w:t xml:space="preserve">Silence </w:t>
          </w:r>
          <w:r w:rsidR="004B01AD">
            <w:rPr>
              <w:rFonts w:ascii="Poppins" w:hAnsi="Poppins" w:cs="Poppins"/>
              <w:iCs/>
              <w:noProof/>
              <w:sz w:val="16"/>
            </w:rPr>
            <w:t>Thin ETM - ETI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5176" w:type="dxa"/>
        </w:tcPr>
        <w:p w14:paraId="7DCCF54A" w14:textId="33EBDBDB" w:rsidR="008C2F88" w:rsidRPr="00EC29FF" w:rsidRDefault="008C2F8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633A3B">
            <w:rPr>
              <w:rFonts w:ascii="Poppins" w:hAnsi="Poppins" w:cs="Poppins"/>
              <w:noProof/>
              <w:sz w:val="14"/>
              <w:szCs w:val="14"/>
            </w:rPr>
            <w:t>10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6583F2B5" w14:textId="77777777" w:rsidR="008C2F88" w:rsidRPr="005C61B9" w:rsidRDefault="008C2F8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120662B5" wp14:editId="1A056298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7D4078" w14:textId="77777777" w:rsidR="0011319B" w:rsidRDefault="0011319B">
      <w:r>
        <w:separator/>
      </w:r>
    </w:p>
  </w:footnote>
  <w:footnote w:type="continuationSeparator" w:id="0">
    <w:p w14:paraId="62DF30FC" w14:textId="77777777" w:rsidR="0011319B" w:rsidRDefault="001131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7FB0A" w14:textId="77777777" w:rsidR="008C2F88" w:rsidRDefault="008C2F8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2543B035" wp14:editId="30CBB5B3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6A0676A3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  <w:p w14:paraId="15023A69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8B6973"/>
    <w:multiLevelType w:val="hybridMultilevel"/>
    <w:tmpl w:val="7D3E523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02289E"/>
    <w:multiLevelType w:val="hybridMultilevel"/>
    <w:tmpl w:val="DCB0FD9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7D2C1A"/>
    <w:multiLevelType w:val="hybridMultilevel"/>
    <w:tmpl w:val="F74253D2"/>
    <w:lvl w:ilvl="0" w:tplc="2156362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9F481E"/>
    <w:multiLevelType w:val="hybridMultilevel"/>
    <w:tmpl w:val="E3F837EA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1A67B29"/>
    <w:multiLevelType w:val="hybridMultilevel"/>
    <w:tmpl w:val="6EB23D48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087FE0"/>
    <w:multiLevelType w:val="hybridMultilevel"/>
    <w:tmpl w:val="3124A924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5B454C"/>
    <w:multiLevelType w:val="hybridMultilevel"/>
    <w:tmpl w:val="DA6286B6"/>
    <w:lvl w:ilvl="0" w:tplc="156AED8C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2122BB"/>
    <w:multiLevelType w:val="hybridMultilevel"/>
    <w:tmpl w:val="2842D460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E15B5A"/>
    <w:multiLevelType w:val="hybridMultilevel"/>
    <w:tmpl w:val="910AA362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ED7CB8"/>
    <w:multiLevelType w:val="hybridMultilevel"/>
    <w:tmpl w:val="DDAA7F40"/>
    <w:lvl w:ilvl="0" w:tplc="6902F4F4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167AFD"/>
    <w:multiLevelType w:val="hybridMultilevel"/>
    <w:tmpl w:val="2D7A051C"/>
    <w:lvl w:ilvl="0" w:tplc="F9A0349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88462042">
    <w:abstractNumId w:val="18"/>
  </w:num>
  <w:num w:numId="2" w16cid:durableId="52461513">
    <w:abstractNumId w:val="17"/>
  </w:num>
  <w:num w:numId="3" w16cid:durableId="1803036457">
    <w:abstractNumId w:val="7"/>
  </w:num>
  <w:num w:numId="4" w16cid:durableId="297885117">
    <w:abstractNumId w:val="3"/>
  </w:num>
  <w:num w:numId="5" w16cid:durableId="969238426">
    <w:abstractNumId w:val="14"/>
  </w:num>
  <w:num w:numId="6" w16cid:durableId="1229195094">
    <w:abstractNumId w:val="12"/>
  </w:num>
  <w:num w:numId="7" w16cid:durableId="239756299">
    <w:abstractNumId w:val="9"/>
  </w:num>
  <w:num w:numId="8" w16cid:durableId="1962347498">
    <w:abstractNumId w:val="12"/>
  </w:num>
  <w:num w:numId="9" w16cid:durableId="66925635">
    <w:abstractNumId w:val="0"/>
  </w:num>
  <w:num w:numId="10" w16cid:durableId="1487471264">
    <w:abstractNumId w:val="12"/>
  </w:num>
  <w:num w:numId="11" w16cid:durableId="2105222915">
    <w:abstractNumId w:val="21"/>
  </w:num>
  <w:num w:numId="12" w16cid:durableId="2012758790">
    <w:abstractNumId w:val="24"/>
  </w:num>
  <w:num w:numId="13" w16cid:durableId="1677531731">
    <w:abstractNumId w:val="20"/>
  </w:num>
  <w:num w:numId="14" w16cid:durableId="998966339">
    <w:abstractNumId w:val="10"/>
  </w:num>
  <w:num w:numId="15" w16cid:durableId="261494826">
    <w:abstractNumId w:val="22"/>
  </w:num>
  <w:num w:numId="16" w16cid:durableId="1570194332">
    <w:abstractNumId w:val="27"/>
  </w:num>
  <w:num w:numId="17" w16cid:durableId="2103918235">
    <w:abstractNumId w:val="29"/>
  </w:num>
  <w:num w:numId="18" w16cid:durableId="2131630666">
    <w:abstractNumId w:val="23"/>
  </w:num>
  <w:num w:numId="19" w16cid:durableId="1969050465">
    <w:abstractNumId w:val="1"/>
  </w:num>
  <w:num w:numId="20" w16cid:durableId="1056974622">
    <w:abstractNumId w:val="2"/>
  </w:num>
  <w:num w:numId="21" w16cid:durableId="300158504">
    <w:abstractNumId w:val="15"/>
  </w:num>
  <w:num w:numId="22" w16cid:durableId="1072578633">
    <w:abstractNumId w:val="5"/>
  </w:num>
  <w:num w:numId="23" w16cid:durableId="7954385">
    <w:abstractNumId w:val="19"/>
  </w:num>
  <w:num w:numId="24" w16cid:durableId="1782458789">
    <w:abstractNumId w:val="28"/>
  </w:num>
  <w:num w:numId="25" w16cid:durableId="1620377886">
    <w:abstractNumId w:val="8"/>
  </w:num>
  <w:num w:numId="26" w16cid:durableId="54624040">
    <w:abstractNumId w:val="11"/>
  </w:num>
  <w:num w:numId="27" w16cid:durableId="1308320837">
    <w:abstractNumId w:val="25"/>
  </w:num>
  <w:num w:numId="28" w16cid:durableId="1066877617">
    <w:abstractNumId w:val="13"/>
  </w:num>
  <w:num w:numId="29" w16cid:durableId="1073047812">
    <w:abstractNumId w:val="4"/>
  </w:num>
  <w:num w:numId="30" w16cid:durableId="2322584">
    <w:abstractNumId w:val="16"/>
  </w:num>
  <w:num w:numId="31" w16cid:durableId="1123112885">
    <w:abstractNumId w:val="26"/>
  </w:num>
  <w:num w:numId="32" w16cid:durableId="1562862326">
    <w:abstractNumId w:val="6"/>
  </w:num>
  <w:num w:numId="33" w16cid:durableId="6479735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6784D"/>
    <w:rsid w:val="0009136B"/>
    <w:rsid w:val="000A41FB"/>
    <w:rsid w:val="000B6932"/>
    <w:rsid w:val="000C52FA"/>
    <w:rsid w:val="000F7A52"/>
    <w:rsid w:val="00103A0D"/>
    <w:rsid w:val="0011319B"/>
    <w:rsid w:val="00117A0E"/>
    <w:rsid w:val="001441C6"/>
    <w:rsid w:val="001450AB"/>
    <w:rsid w:val="001620E3"/>
    <w:rsid w:val="00171DAE"/>
    <w:rsid w:val="00195A49"/>
    <w:rsid w:val="001A5581"/>
    <w:rsid w:val="001D365F"/>
    <w:rsid w:val="001E6403"/>
    <w:rsid w:val="001F782F"/>
    <w:rsid w:val="00200ECC"/>
    <w:rsid w:val="0023000E"/>
    <w:rsid w:val="002346C2"/>
    <w:rsid w:val="00264BCF"/>
    <w:rsid w:val="0028448D"/>
    <w:rsid w:val="00285A03"/>
    <w:rsid w:val="002862D2"/>
    <w:rsid w:val="002B5D63"/>
    <w:rsid w:val="002D721C"/>
    <w:rsid w:val="002F7EEA"/>
    <w:rsid w:val="00304518"/>
    <w:rsid w:val="0032752D"/>
    <w:rsid w:val="003333BC"/>
    <w:rsid w:val="00344430"/>
    <w:rsid w:val="00350CA2"/>
    <w:rsid w:val="003524C7"/>
    <w:rsid w:val="00353F01"/>
    <w:rsid w:val="00357812"/>
    <w:rsid w:val="00365710"/>
    <w:rsid w:val="00372ECE"/>
    <w:rsid w:val="003920A2"/>
    <w:rsid w:val="003B0FFE"/>
    <w:rsid w:val="003D4BE3"/>
    <w:rsid w:val="003E00D4"/>
    <w:rsid w:val="004272FC"/>
    <w:rsid w:val="00433C12"/>
    <w:rsid w:val="0044592F"/>
    <w:rsid w:val="00447EFC"/>
    <w:rsid w:val="004706FD"/>
    <w:rsid w:val="00474537"/>
    <w:rsid w:val="0048382E"/>
    <w:rsid w:val="004B01AD"/>
    <w:rsid w:val="004F15F2"/>
    <w:rsid w:val="004F1A26"/>
    <w:rsid w:val="005235FA"/>
    <w:rsid w:val="00525BAE"/>
    <w:rsid w:val="00530F9B"/>
    <w:rsid w:val="005315F1"/>
    <w:rsid w:val="00536743"/>
    <w:rsid w:val="0054295B"/>
    <w:rsid w:val="00562D44"/>
    <w:rsid w:val="00562E55"/>
    <w:rsid w:val="00576E00"/>
    <w:rsid w:val="00584984"/>
    <w:rsid w:val="005C61B9"/>
    <w:rsid w:val="005E1169"/>
    <w:rsid w:val="005F171A"/>
    <w:rsid w:val="006015C2"/>
    <w:rsid w:val="006040F5"/>
    <w:rsid w:val="00610639"/>
    <w:rsid w:val="006178EA"/>
    <w:rsid w:val="00620C00"/>
    <w:rsid w:val="00633A3B"/>
    <w:rsid w:val="00665813"/>
    <w:rsid w:val="00690CC4"/>
    <w:rsid w:val="006B218C"/>
    <w:rsid w:val="006B29B1"/>
    <w:rsid w:val="006C14CB"/>
    <w:rsid w:val="006C2BE4"/>
    <w:rsid w:val="006D044B"/>
    <w:rsid w:val="006D4FDF"/>
    <w:rsid w:val="006E5C4B"/>
    <w:rsid w:val="006E6F9C"/>
    <w:rsid w:val="006F1812"/>
    <w:rsid w:val="006F6AB3"/>
    <w:rsid w:val="00710BB8"/>
    <w:rsid w:val="00727388"/>
    <w:rsid w:val="0073789C"/>
    <w:rsid w:val="00745AB1"/>
    <w:rsid w:val="0074712F"/>
    <w:rsid w:val="00757AC7"/>
    <w:rsid w:val="00782096"/>
    <w:rsid w:val="007B5BA3"/>
    <w:rsid w:val="007D5EC7"/>
    <w:rsid w:val="007E6E02"/>
    <w:rsid w:val="007E7665"/>
    <w:rsid w:val="007F4841"/>
    <w:rsid w:val="008014DD"/>
    <w:rsid w:val="0080323F"/>
    <w:rsid w:val="00807156"/>
    <w:rsid w:val="00830828"/>
    <w:rsid w:val="00844BBC"/>
    <w:rsid w:val="008574C8"/>
    <w:rsid w:val="00867692"/>
    <w:rsid w:val="008804CB"/>
    <w:rsid w:val="00882947"/>
    <w:rsid w:val="00887902"/>
    <w:rsid w:val="008A2C0A"/>
    <w:rsid w:val="008B148A"/>
    <w:rsid w:val="008B5587"/>
    <w:rsid w:val="008C2F88"/>
    <w:rsid w:val="008D1D42"/>
    <w:rsid w:val="008E5212"/>
    <w:rsid w:val="009027D5"/>
    <w:rsid w:val="00904071"/>
    <w:rsid w:val="009059BB"/>
    <w:rsid w:val="00923354"/>
    <w:rsid w:val="00931A8A"/>
    <w:rsid w:val="0093252D"/>
    <w:rsid w:val="00936F47"/>
    <w:rsid w:val="0094047C"/>
    <w:rsid w:val="00942B09"/>
    <w:rsid w:val="00992282"/>
    <w:rsid w:val="0099452E"/>
    <w:rsid w:val="009A219D"/>
    <w:rsid w:val="009B37F1"/>
    <w:rsid w:val="009C1166"/>
    <w:rsid w:val="009D2882"/>
    <w:rsid w:val="009D3135"/>
    <w:rsid w:val="009D51C1"/>
    <w:rsid w:val="009D54F1"/>
    <w:rsid w:val="009D6327"/>
    <w:rsid w:val="009E07DC"/>
    <w:rsid w:val="009E250A"/>
    <w:rsid w:val="009E2742"/>
    <w:rsid w:val="00A04235"/>
    <w:rsid w:val="00A06A5E"/>
    <w:rsid w:val="00A16A8D"/>
    <w:rsid w:val="00A216E2"/>
    <w:rsid w:val="00A62A77"/>
    <w:rsid w:val="00A743FF"/>
    <w:rsid w:val="00A82E78"/>
    <w:rsid w:val="00A90D9C"/>
    <w:rsid w:val="00AA3700"/>
    <w:rsid w:val="00AA3D3E"/>
    <w:rsid w:val="00AC0741"/>
    <w:rsid w:val="00AD05EC"/>
    <w:rsid w:val="00AD1706"/>
    <w:rsid w:val="00AF350C"/>
    <w:rsid w:val="00AF57DC"/>
    <w:rsid w:val="00B406A9"/>
    <w:rsid w:val="00B7475F"/>
    <w:rsid w:val="00B93CD1"/>
    <w:rsid w:val="00BB0104"/>
    <w:rsid w:val="00BB2A5B"/>
    <w:rsid w:val="00BD14D8"/>
    <w:rsid w:val="00BD731B"/>
    <w:rsid w:val="00BE0285"/>
    <w:rsid w:val="00BF1E16"/>
    <w:rsid w:val="00C02E1C"/>
    <w:rsid w:val="00C055AD"/>
    <w:rsid w:val="00C203AE"/>
    <w:rsid w:val="00C2168B"/>
    <w:rsid w:val="00C233C1"/>
    <w:rsid w:val="00C25698"/>
    <w:rsid w:val="00C27DFF"/>
    <w:rsid w:val="00C36C55"/>
    <w:rsid w:val="00C437EE"/>
    <w:rsid w:val="00C55FF9"/>
    <w:rsid w:val="00C86331"/>
    <w:rsid w:val="00C93402"/>
    <w:rsid w:val="00C939B1"/>
    <w:rsid w:val="00CB1475"/>
    <w:rsid w:val="00CC31A7"/>
    <w:rsid w:val="00CD3B79"/>
    <w:rsid w:val="00CE073C"/>
    <w:rsid w:val="00CE7C2F"/>
    <w:rsid w:val="00D061A5"/>
    <w:rsid w:val="00D178ED"/>
    <w:rsid w:val="00D17F30"/>
    <w:rsid w:val="00D2119B"/>
    <w:rsid w:val="00D229AF"/>
    <w:rsid w:val="00D26FD9"/>
    <w:rsid w:val="00D440AE"/>
    <w:rsid w:val="00D44371"/>
    <w:rsid w:val="00D62BDF"/>
    <w:rsid w:val="00D832BB"/>
    <w:rsid w:val="00D902A4"/>
    <w:rsid w:val="00DA3646"/>
    <w:rsid w:val="00DD2E16"/>
    <w:rsid w:val="00DE5C0B"/>
    <w:rsid w:val="00E07448"/>
    <w:rsid w:val="00E07577"/>
    <w:rsid w:val="00E17A38"/>
    <w:rsid w:val="00E36C49"/>
    <w:rsid w:val="00E42389"/>
    <w:rsid w:val="00E5632D"/>
    <w:rsid w:val="00E7391C"/>
    <w:rsid w:val="00E94BE3"/>
    <w:rsid w:val="00E958E5"/>
    <w:rsid w:val="00EA01C8"/>
    <w:rsid w:val="00EB33B9"/>
    <w:rsid w:val="00EC29FF"/>
    <w:rsid w:val="00ED24CF"/>
    <w:rsid w:val="00EF73E5"/>
    <w:rsid w:val="00F50F65"/>
    <w:rsid w:val="00F53758"/>
    <w:rsid w:val="00F60A08"/>
    <w:rsid w:val="00FD02BC"/>
    <w:rsid w:val="00FD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0B222B9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semiHidden/>
    <w:unhideWhenUsed/>
    <w:rsid w:val="00936F47"/>
    <w:rPr>
      <w:sz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936F47"/>
    <w:rPr>
      <w:rFonts w:ascii="CG Omega" w:hAnsi="CG Omeg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50401-0583-4681-BC7D-46E46770D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10</Pages>
  <Words>2622</Words>
  <Characters>14946</Characters>
  <Application>Microsoft Office Word</Application>
  <DocSecurity>0</DocSecurity>
  <Lines>124</Lines>
  <Paragraphs>35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17533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12</cp:revision>
  <cp:lastPrinted>2013-11-14T13:48:00Z</cp:lastPrinted>
  <dcterms:created xsi:type="dcterms:W3CDTF">2023-06-01T07:47:00Z</dcterms:created>
  <dcterms:modified xsi:type="dcterms:W3CDTF">2023-06-05T09:36:00Z</dcterms:modified>
</cp:coreProperties>
</file>